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7A" w:rsidRPr="00E24BCD" w:rsidRDefault="00FB5B6B" w:rsidP="00646A26">
      <w:pPr>
        <w:pStyle w:val="Month"/>
      </w:pPr>
      <w:r w:rsidRPr="00E24BCD">
        <w:t>January</w:t>
      </w:r>
      <w:r w:rsidR="006A367A" w:rsidRPr="00E24BCD">
        <w:t xml:space="preserve"> </w:t>
      </w:r>
      <w:r w:rsidR="00E24BCD" w:rsidRPr="00E24BCD">
        <w:t>2011</w:t>
      </w:r>
    </w:p>
    <w:tbl>
      <w:tblPr>
        <w:tblW w:w="0" w:type="auto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6A367A" w:rsidRPr="00A017C5" w:rsidTr="00646A26">
        <w:trPr>
          <w:trHeight w:val="440"/>
        </w:trPr>
        <w:tc>
          <w:tcPr>
            <w:tcW w:w="1882" w:type="dxa"/>
            <w:shd w:val="clear" w:color="auto" w:fill="95B3D7" w:themeFill="accent1" w:themeFillTint="99"/>
            <w:vAlign w:val="center"/>
          </w:tcPr>
          <w:p w:rsidR="006A367A" w:rsidRPr="0057758D" w:rsidRDefault="006A367A" w:rsidP="0057758D">
            <w:pPr>
              <w:pStyle w:val="Day"/>
            </w:pPr>
            <w:r w:rsidRPr="0057758D">
              <w:t>Sunday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A367A" w:rsidRPr="0057758D" w:rsidRDefault="006A367A" w:rsidP="0057758D">
            <w:pPr>
              <w:pStyle w:val="Day"/>
            </w:pPr>
            <w:r w:rsidRPr="0057758D">
              <w:t>Monday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A367A" w:rsidRPr="0057758D" w:rsidRDefault="006A367A" w:rsidP="0057758D">
            <w:pPr>
              <w:pStyle w:val="Day"/>
            </w:pPr>
            <w:r w:rsidRPr="0057758D">
              <w:t>Tuesday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A367A" w:rsidRPr="0057758D" w:rsidRDefault="006A367A" w:rsidP="0057758D">
            <w:pPr>
              <w:pStyle w:val="Day"/>
            </w:pPr>
            <w:r w:rsidRPr="0057758D">
              <w:t>Wednesday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A367A" w:rsidRPr="0057758D" w:rsidRDefault="006A367A" w:rsidP="0057758D">
            <w:pPr>
              <w:pStyle w:val="Day"/>
            </w:pPr>
            <w:r w:rsidRPr="0057758D">
              <w:t>Thursday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6A367A" w:rsidRPr="0057758D" w:rsidRDefault="006A367A" w:rsidP="0057758D">
            <w:pPr>
              <w:pStyle w:val="Day"/>
            </w:pPr>
            <w:r w:rsidRPr="0057758D">
              <w:t>Friday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6A367A" w:rsidRPr="0057758D" w:rsidRDefault="006A367A" w:rsidP="0057758D">
            <w:pPr>
              <w:pStyle w:val="Day"/>
            </w:pPr>
            <w:r w:rsidRPr="0057758D">
              <w:t>Saturday</w:t>
            </w:r>
          </w:p>
        </w:tc>
      </w:tr>
      <w:tr w:rsidR="00FB5B6B" w:rsidTr="00646A26">
        <w:trPr>
          <w:trHeight w:val="1656"/>
        </w:trPr>
        <w:tc>
          <w:tcPr>
            <w:tcW w:w="1882" w:type="dxa"/>
          </w:tcPr>
          <w:p w:rsidR="00FB5B6B" w:rsidRPr="0057758D" w:rsidRDefault="00FB5B6B" w:rsidP="0057758D"/>
        </w:tc>
        <w:tc>
          <w:tcPr>
            <w:tcW w:w="1882" w:type="dxa"/>
          </w:tcPr>
          <w:p w:rsidR="00FB5B6B" w:rsidRPr="0057758D" w:rsidRDefault="00FB5B6B" w:rsidP="0057758D"/>
        </w:tc>
        <w:tc>
          <w:tcPr>
            <w:tcW w:w="1882" w:type="dxa"/>
          </w:tcPr>
          <w:p w:rsidR="00FB5B6B" w:rsidRPr="0057758D" w:rsidRDefault="00FB5B6B" w:rsidP="0057758D"/>
        </w:tc>
        <w:tc>
          <w:tcPr>
            <w:tcW w:w="1882" w:type="dxa"/>
          </w:tcPr>
          <w:p w:rsidR="00FB5B6B" w:rsidRPr="0057758D" w:rsidRDefault="00FB5B6B" w:rsidP="0057758D"/>
        </w:tc>
        <w:tc>
          <w:tcPr>
            <w:tcW w:w="1882" w:type="dxa"/>
          </w:tcPr>
          <w:p w:rsidR="00FB5B6B" w:rsidRPr="0057758D" w:rsidRDefault="00FB5B6B" w:rsidP="0057758D"/>
        </w:tc>
        <w:tc>
          <w:tcPr>
            <w:tcW w:w="1883" w:type="dxa"/>
          </w:tcPr>
          <w:p w:rsidR="00FB5B6B" w:rsidRPr="0057758D" w:rsidRDefault="00FB5B6B" w:rsidP="0057758D"/>
        </w:tc>
        <w:tc>
          <w:tcPr>
            <w:tcW w:w="1883" w:type="dxa"/>
          </w:tcPr>
          <w:p w:rsidR="00FB5B6B" w:rsidRPr="0057758D" w:rsidRDefault="00D852EE" w:rsidP="0057758D">
            <w:r>
              <w:t>1</w:t>
            </w:r>
          </w:p>
        </w:tc>
      </w:tr>
      <w:tr w:rsidR="00FB5B6B" w:rsidTr="00646A26">
        <w:trPr>
          <w:trHeight w:val="1656"/>
        </w:trPr>
        <w:tc>
          <w:tcPr>
            <w:tcW w:w="1882" w:type="dxa"/>
          </w:tcPr>
          <w:p w:rsidR="00FB5B6B" w:rsidRPr="0057758D" w:rsidRDefault="00D852EE" w:rsidP="0057758D">
            <w:r>
              <w:t>2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3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4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5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6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7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8</w:t>
            </w:r>
          </w:p>
        </w:tc>
      </w:tr>
      <w:tr w:rsidR="00FB5B6B" w:rsidTr="00646A26">
        <w:trPr>
          <w:trHeight w:val="1656"/>
        </w:trPr>
        <w:tc>
          <w:tcPr>
            <w:tcW w:w="1882" w:type="dxa"/>
          </w:tcPr>
          <w:p w:rsidR="00FB5B6B" w:rsidRPr="0057758D" w:rsidRDefault="00D852EE" w:rsidP="0057758D">
            <w:r>
              <w:t>9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10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11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12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13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14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15</w:t>
            </w:r>
          </w:p>
        </w:tc>
      </w:tr>
      <w:tr w:rsidR="00FB5B6B" w:rsidTr="00646A26">
        <w:trPr>
          <w:trHeight w:val="1656"/>
        </w:trPr>
        <w:tc>
          <w:tcPr>
            <w:tcW w:w="1882" w:type="dxa"/>
          </w:tcPr>
          <w:p w:rsidR="00FB5B6B" w:rsidRPr="0057758D" w:rsidRDefault="00D852EE" w:rsidP="0057758D">
            <w:r>
              <w:t>16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17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18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19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20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21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22</w:t>
            </w:r>
          </w:p>
        </w:tc>
      </w:tr>
      <w:tr w:rsidR="00D852EE" w:rsidTr="00646A26">
        <w:trPr>
          <w:trHeight w:val="825"/>
        </w:trPr>
        <w:tc>
          <w:tcPr>
            <w:tcW w:w="1882" w:type="dxa"/>
          </w:tcPr>
          <w:p w:rsidR="00D852EE" w:rsidRPr="0057758D" w:rsidRDefault="00D852EE" w:rsidP="0057758D">
            <w:r>
              <w:t>23</w:t>
            </w:r>
          </w:p>
        </w:tc>
        <w:tc>
          <w:tcPr>
            <w:tcW w:w="1882" w:type="dxa"/>
          </w:tcPr>
          <w:p w:rsidR="00D852EE" w:rsidRPr="0057758D" w:rsidRDefault="00D852EE" w:rsidP="0057758D">
            <w:r>
              <w:t>24</w:t>
            </w:r>
          </w:p>
        </w:tc>
        <w:tc>
          <w:tcPr>
            <w:tcW w:w="1882" w:type="dxa"/>
            <w:vMerge w:val="restart"/>
          </w:tcPr>
          <w:p w:rsidR="00D852EE" w:rsidRPr="0057758D" w:rsidRDefault="00D852EE" w:rsidP="0057758D">
            <w:r>
              <w:t>25</w:t>
            </w:r>
          </w:p>
        </w:tc>
        <w:tc>
          <w:tcPr>
            <w:tcW w:w="1882" w:type="dxa"/>
            <w:vMerge w:val="restart"/>
          </w:tcPr>
          <w:p w:rsidR="00D852EE" w:rsidRPr="0057758D" w:rsidRDefault="00D852EE" w:rsidP="0057758D">
            <w:r>
              <w:t>26</w:t>
            </w:r>
          </w:p>
        </w:tc>
        <w:tc>
          <w:tcPr>
            <w:tcW w:w="1882" w:type="dxa"/>
            <w:vMerge w:val="restart"/>
          </w:tcPr>
          <w:p w:rsidR="00D852EE" w:rsidRPr="0057758D" w:rsidRDefault="00D852EE" w:rsidP="0057758D">
            <w:r>
              <w:t>27</w:t>
            </w:r>
          </w:p>
        </w:tc>
        <w:tc>
          <w:tcPr>
            <w:tcW w:w="1883" w:type="dxa"/>
            <w:vMerge w:val="restart"/>
          </w:tcPr>
          <w:p w:rsidR="00D852EE" w:rsidRPr="0057758D" w:rsidRDefault="00D852EE" w:rsidP="0057758D">
            <w:r>
              <w:t>28</w:t>
            </w:r>
          </w:p>
        </w:tc>
        <w:tc>
          <w:tcPr>
            <w:tcW w:w="1883" w:type="dxa"/>
            <w:vMerge w:val="restart"/>
          </w:tcPr>
          <w:p w:rsidR="00D852EE" w:rsidRPr="0057758D" w:rsidRDefault="00D852EE" w:rsidP="0057758D">
            <w:r>
              <w:t>29</w:t>
            </w:r>
          </w:p>
        </w:tc>
      </w:tr>
      <w:tr w:rsidR="00D852EE" w:rsidTr="00646A26">
        <w:trPr>
          <w:trHeight w:val="825"/>
        </w:trPr>
        <w:tc>
          <w:tcPr>
            <w:tcW w:w="1882" w:type="dxa"/>
          </w:tcPr>
          <w:p w:rsidR="00D852EE" w:rsidRPr="0057758D" w:rsidRDefault="00D852EE" w:rsidP="0057758D">
            <w:r>
              <w:t>30</w:t>
            </w:r>
          </w:p>
        </w:tc>
        <w:tc>
          <w:tcPr>
            <w:tcW w:w="1882" w:type="dxa"/>
          </w:tcPr>
          <w:p w:rsidR="00D852EE" w:rsidRPr="0057758D" w:rsidRDefault="00D852EE" w:rsidP="0057758D">
            <w:r>
              <w:t>31</w:t>
            </w:r>
          </w:p>
        </w:tc>
        <w:tc>
          <w:tcPr>
            <w:tcW w:w="1882" w:type="dxa"/>
            <w:vMerge/>
          </w:tcPr>
          <w:p w:rsidR="00D852EE" w:rsidRDefault="00D852EE" w:rsidP="000E27B4">
            <w:pPr>
              <w:jc w:val="right"/>
              <w:rPr>
                <w:sz w:val="28"/>
              </w:rPr>
            </w:pPr>
          </w:p>
        </w:tc>
        <w:tc>
          <w:tcPr>
            <w:tcW w:w="1882" w:type="dxa"/>
            <w:vMerge/>
          </w:tcPr>
          <w:p w:rsidR="00D852EE" w:rsidRDefault="00D852EE" w:rsidP="000E27B4">
            <w:pPr>
              <w:jc w:val="right"/>
              <w:rPr>
                <w:sz w:val="28"/>
              </w:rPr>
            </w:pPr>
          </w:p>
        </w:tc>
        <w:tc>
          <w:tcPr>
            <w:tcW w:w="1882" w:type="dxa"/>
            <w:vMerge/>
          </w:tcPr>
          <w:p w:rsidR="00D852EE" w:rsidRDefault="00D852EE" w:rsidP="000E27B4">
            <w:pPr>
              <w:jc w:val="right"/>
              <w:rPr>
                <w:sz w:val="28"/>
              </w:rPr>
            </w:pPr>
          </w:p>
        </w:tc>
        <w:tc>
          <w:tcPr>
            <w:tcW w:w="1883" w:type="dxa"/>
            <w:vMerge/>
          </w:tcPr>
          <w:p w:rsidR="00D852EE" w:rsidRDefault="00D852EE" w:rsidP="000E27B4">
            <w:pPr>
              <w:jc w:val="right"/>
              <w:rPr>
                <w:sz w:val="28"/>
              </w:rPr>
            </w:pPr>
          </w:p>
        </w:tc>
        <w:tc>
          <w:tcPr>
            <w:tcW w:w="1883" w:type="dxa"/>
            <w:vMerge/>
          </w:tcPr>
          <w:p w:rsidR="00D852EE" w:rsidRDefault="00D852EE" w:rsidP="000E27B4">
            <w:pPr>
              <w:jc w:val="right"/>
              <w:rPr>
                <w:sz w:val="28"/>
              </w:rPr>
            </w:pPr>
          </w:p>
        </w:tc>
      </w:tr>
    </w:tbl>
    <w:p w:rsidR="00FB5B6B" w:rsidRPr="00F3723E" w:rsidRDefault="004E3622" w:rsidP="00646A26">
      <w:pPr>
        <w:pStyle w:val="Month"/>
      </w:pPr>
      <w:r>
        <w:br w:type="page"/>
      </w:r>
      <w:r w:rsidR="00FB5B6B" w:rsidRPr="00F3723E">
        <w:lastRenderedPageBreak/>
        <w:t xml:space="preserve">February </w:t>
      </w:r>
      <w:r w:rsidR="00E24BCD" w:rsidRPr="00F3723E">
        <w:t>2011</w:t>
      </w:r>
    </w:p>
    <w:tbl>
      <w:tblPr>
        <w:tblW w:w="0" w:type="auto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FB5B6B" w:rsidRPr="00A017C5" w:rsidTr="00646A26">
        <w:trPr>
          <w:trHeight w:val="440"/>
        </w:trPr>
        <w:tc>
          <w:tcPr>
            <w:tcW w:w="1882" w:type="dxa"/>
            <w:shd w:val="clear" w:color="auto" w:fill="95B3D7" w:themeFill="accent1" w:themeFillTint="99"/>
            <w:vAlign w:val="center"/>
          </w:tcPr>
          <w:p w:rsidR="00FB5B6B" w:rsidRPr="0057758D" w:rsidRDefault="00FB5B6B" w:rsidP="0057758D">
            <w:pPr>
              <w:pStyle w:val="Day"/>
            </w:pPr>
            <w:r w:rsidRPr="0057758D">
              <w:t>Sunday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FB5B6B" w:rsidRPr="0057758D" w:rsidRDefault="00FB5B6B" w:rsidP="0057758D">
            <w:pPr>
              <w:pStyle w:val="Day"/>
            </w:pPr>
            <w:r w:rsidRPr="0057758D">
              <w:t>Monday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FB5B6B" w:rsidRPr="0057758D" w:rsidRDefault="00FB5B6B" w:rsidP="0057758D">
            <w:pPr>
              <w:pStyle w:val="Day"/>
            </w:pPr>
            <w:r w:rsidRPr="0057758D">
              <w:t>Tuesday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FB5B6B" w:rsidRPr="0057758D" w:rsidRDefault="00FB5B6B" w:rsidP="0057758D">
            <w:pPr>
              <w:pStyle w:val="Day"/>
            </w:pPr>
            <w:r w:rsidRPr="0057758D">
              <w:t>Wednesday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FB5B6B" w:rsidRPr="0057758D" w:rsidRDefault="00FB5B6B" w:rsidP="0057758D">
            <w:pPr>
              <w:pStyle w:val="Day"/>
            </w:pPr>
            <w:r w:rsidRPr="0057758D">
              <w:t>Thursday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FB5B6B" w:rsidRPr="0057758D" w:rsidRDefault="00FB5B6B" w:rsidP="0057758D">
            <w:pPr>
              <w:pStyle w:val="Day"/>
            </w:pPr>
            <w:r w:rsidRPr="0057758D">
              <w:t>Friday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FB5B6B" w:rsidRPr="0057758D" w:rsidRDefault="00FB5B6B" w:rsidP="0057758D">
            <w:pPr>
              <w:pStyle w:val="Day"/>
            </w:pPr>
            <w:r w:rsidRPr="0057758D">
              <w:t>Saturday</w:t>
            </w:r>
          </w:p>
        </w:tc>
      </w:tr>
      <w:tr w:rsidR="00FB5B6B" w:rsidTr="00646A26">
        <w:trPr>
          <w:trHeight w:val="1656"/>
        </w:trPr>
        <w:tc>
          <w:tcPr>
            <w:tcW w:w="1882" w:type="dxa"/>
          </w:tcPr>
          <w:p w:rsidR="00FB5B6B" w:rsidRPr="0057758D" w:rsidRDefault="00FB5B6B" w:rsidP="0057758D"/>
        </w:tc>
        <w:tc>
          <w:tcPr>
            <w:tcW w:w="1882" w:type="dxa"/>
          </w:tcPr>
          <w:p w:rsidR="00FB5B6B" w:rsidRPr="0057758D" w:rsidRDefault="00FB5B6B" w:rsidP="0057758D"/>
        </w:tc>
        <w:tc>
          <w:tcPr>
            <w:tcW w:w="1882" w:type="dxa"/>
          </w:tcPr>
          <w:p w:rsidR="00FB5B6B" w:rsidRPr="0057758D" w:rsidRDefault="00D852EE" w:rsidP="0057758D">
            <w:r>
              <w:t>1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2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3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4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5</w:t>
            </w:r>
          </w:p>
        </w:tc>
      </w:tr>
      <w:tr w:rsidR="00FB5B6B" w:rsidTr="00646A26">
        <w:trPr>
          <w:trHeight w:val="1656"/>
        </w:trPr>
        <w:tc>
          <w:tcPr>
            <w:tcW w:w="1882" w:type="dxa"/>
          </w:tcPr>
          <w:p w:rsidR="00FB5B6B" w:rsidRPr="0057758D" w:rsidRDefault="00D852EE" w:rsidP="0057758D">
            <w:r>
              <w:t>6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7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8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9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10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11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12</w:t>
            </w:r>
          </w:p>
        </w:tc>
      </w:tr>
      <w:tr w:rsidR="00FB5B6B" w:rsidTr="00646A26">
        <w:trPr>
          <w:trHeight w:val="1656"/>
        </w:trPr>
        <w:tc>
          <w:tcPr>
            <w:tcW w:w="1882" w:type="dxa"/>
          </w:tcPr>
          <w:p w:rsidR="00FB5B6B" w:rsidRPr="0057758D" w:rsidRDefault="00D852EE" w:rsidP="0057758D">
            <w:r>
              <w:t>13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14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15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16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17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18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19</w:t>
            </w:r>
          </w:p>
        </w:tc>
      </w:tr>
      <w:tr w:rsidR="00FB5B6B" w:rsidTr="00646A26">
        <w:trPr>
          <w:trHeight w:val="1656"/>
        </w:trPr>
        <w:tc>
          <w:tcPr>
            <w:tcW w:w="1882" w:type="dxa"/>
          </w:tcPr>
          <w:p w:rsidR="00FB5B6B" w:rsidRPr="0057758D" w:rsidRDefault="00D852EE" w:rsidP="0057758D">
            <w:r>
              <w:t>20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21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22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23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24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25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26</w:t>
            </w:r>
          </w:p>
        </w:tc>
      </w:tr>
      <w:tr w:rsidR="00FB5B6B" w:rsidTr="00646A26">
        <w:trPr>
          <w:trHeight w:val="1656"/>
        </w:trPr>
        <w:tc>
          <w:tcPr>
            <w:tcW w:w="1882" w:type="dxa"/>
          </w:tcPr>
          <w:p w:rsidR="00FB5B6B" w:rsidRPr="0057758D" w:rsidRDefault="00D852EE" w:rsidP="0057758D">
            <w:r>
              <w:t>27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28</w:t>
            </w:r>
          </w:p>
        </w:tc>
        <w:tc>
          <w:tcPr>
            <w:tcW w:w="1882" w:type="dxa"/>
          </w:tcPr>
          <w:p w:rsidR="00FB5B6B" w:rsidRPr="0057758D" w:rsidRDefault="00FB5B6B" w:rsidP="0057758D"/>
        </w:tc>
        <w:tc>
          <w:tcPr>
            <w:tcW w:w="1882" w:type="dxa"/>
          </w:tcPr>
          <w:p w:rsidR="00FB5B6B" w:rsidRPr="0057758D" w:rsidRDefault="00FB5B6B" w:rsidP="0057758D"/>
        </w:tc>
        <w:tc>
          <w:tcPr>
            <w:tcW w:w="1882" w:type="dxa"/>
          </w:tcPr>
          <w:p w:rsidR="00FB5B6B" w:rsidRPr="0057758D" w:rsidRDefault="00FB5B6B" w:rsidP="0057758D"/>
        </w:tc>
        <w:tc>
          <w:tcPr>
            <w:tcW w:w="1883" w:type="dxa"/>
          </w:tcPr>
          <w:p w:rsidR="00FB5B6B" w:rsidRPr="0057758D" w:rsidRDefault="00FB5B6B" w:rsidP="0057758D"/>
        </w:tc>
        <w:tc>
          <w:tcPr>
            <w:tcW w:w="1883" w:type="dxa"/>
          </w:tcPr>
          <w:p w:rsidR="00FB5B6B" w:rsidRPr="0057758D" w:rsidRDefault="00FB5B6B" w:rsidP="0057758D"/>
        </w:tc>
      </w:tr>
    </w:tbl>
    <w:p w:rsidR="00FB5B6B" w:rsidRPr="00F3723E" w:rsidRDefault="00FB5B6B" w:rsidP="00646A26">
      <w:pPr>
        <w:pStyle w:val="Month"/>
      </w:pPr>
      <w:r>
        <w:br w:type="page"/>
      </w:r>
      <w:r w:rsidRPr="00F3723E">
        <w:lastRenderedPageBreak/>
        <w:t xml:space="preserve">March </w:t>
      </w:r>
      <w:r w:rsidR="00E24BCD" w:rsidRPr="00F3723E">
        <w:t>2011</w:t>
      </w:r>
    </w:p>
    <w:tbl>
      <w:tblPr>
        <w:tblW w:w="0" w:type="auto"/>
        <w:tblBorders>
          <w:top w:val="single" w:sz="12" w:space="0" w:color="244061" w:themeColor="accent1" w:themeShade="80"/>
          <w:left w:val="single" w:sz="12" w:space="0" w:color="244061" w:themeColor="accent1" w:themeShade="80"/>
          <w:bottom w:val="single" w:sz="12" w:space="0" w:color="244061" w:themeColor="accent1" w:themeShade="80"/>
          <w:right w:val="single" w:sz="12" w:space="0" w:color="244061" w:themeColor="accent1" w:themeShade="80"/>
          <w:insideH w:val="single" w:sz="12" w:space="0" w:color="244061" w:themeColor="accent1" w:themeShade="80"/>
          <w:insideV w:val="single" w:sz="12" w:space="0" w:color="244061" w:themeColor="accent1" w:themeShade="80"/>
        </w:tblBorders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FB5B6B" w:rsidRPr="00A017C5" w:rsidTr="00646A26">
        <w:trPr>
          <w:trHeight w:val="440"/>
        </w:trPr>
        <w:tc>
          <w:tcPr>
            <w:tcW w:w="1882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shd w:val="clear" w:color="auto" w:fill="95B3D7" w:themeFill="accent1" w:themeFillTint="99"/>
            <w:vAlign w:val="center"/>
          </w:tcPr>
          <w:p w:rsidR="00FB5B6B" w:rsidRPr="0057758D" w:rsidRDefault="00FB5B6B" w:rsidP="0057758D">
            <w:pPr>
              <w:pStyle w:val="Day"/>
            </w:pPr>
            <w:r w:rsidRPr="0057758D">
              <w:t>Sunday</w:t>
            </w:r>
          </w:p>
        </w:tc>
        <w:tc>
          <w:tcPr>
            <w:tcW w:w="1882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shd w:val="clear" w:color="auto" w:fill="95B3D7" w:themeFill="accent1" w:themeFillTint="99"/>
            <w:vAlign w:val="center"/>
          </w:tcPr>
          <w:p w:rsidR="00FB5B6B" w:rsidRPr="0057758D" w:rsidRDefault="00FB5B6B" w:rsidP="0057758D">
            <w:pPr>
              <w:pStyle w:val="Day"/>
            </w:pPr>
            <w:r w:rsidRPr="0057758D">
              <w:t>Monday</w:t>
            </w:r>
          </w:p>
        </w:tc>
        <w:tc>
          <w:tcPr>
            <w:tcW w:w="1882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shd w:val="clear" w:color="auto" w:fill="95B3D7" w:themeFill="accent1" w:themeFillTint="99"/>
            <w:vAlign w:val="center"/>
          </w:tcPr>
          <w:p w:rsidR="00FB5B6B" w:rsidRPr="0057758D" w:rsidRDefault="00FB5B6B" w:rsidP="0057758D">
            <w:pPr>
              <w:pStyle w:val="Day"/>
            </w:pPr>
            <w:r w:rsidRPr="0057758D">
              <w:t>Tuesday</w:t>
            </w:r>
          </w:p>
        </w:tc>
        <w:tc>
          <w:tcPr>
            <w:tcW w:w="1882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shd w:val="clear" w:color="auto" w:fill="95B3D7" w:themeFill="accent1" w:themeFillTint="99"/>
            <w:vAlign w:val="center"/>
          </w:tcPr>
          <w:p w:rsidR="00FB5B6B" w:rsidRPr="0057758D" w:rsidRDefault="00FB5B6B" w:rsidP="0057758D">
            <w:pPr>
              <w:pStyle w:val="Day"/>
            </w:pPr>
            <w:r w:rsidRPr="0057758D">
              <w:t>Wednesday</w:t>
            </w:r>
          </w:p>
        </w:tc>
        <w:tc>
          <w:tcPr>
            <w:tcW w:w="1882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shd w:val="clear" w:color="auto" w:fill="95B3D7" w:themeFill="accent1" w:themeFillTint="99"/>
            <w:vAlign w:val="center"/>
          </w:tcPr>
          <w:p w:rsidR="00FB5B6B" w:rsidRPr="0057758D" w:rsidRDefault="00FB5B6B" w:rsidP="0057758D">
            <w:pPr>
              <w:pStyle w:val="Day"/>
            </w:pPr>
            <w:r w:rsidRPr="0057758D">
              <w:t>Thursday</w:t>
            </w:r>
          </w:p>
        </w:tc>
        <w:tc>
          <w:tcPr>
            <w:tcW w:w="1883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shd w:val="clear" w:color="auto" w:fill="95B3D7" w:themeFill="accent1" w:themeFillTint="99"/>
            <w:vAlign w:val="center"/>
          </w:tcPr>
          <w:p w:rsidR="00FB5B6B" w:rsidRPr="0057758D" w:rsidRDefault="00FB5B6B" w:rsidP="0057758D">
            <w:pPr>
              <w:pStyle w:val="Day"/>
            </w:pPr>
            <w:r w:rsidRPr="0057758D">
              <w:t>Friday</w:t>
            </w:r>
          </w:p>
        </w:tc>
        <w:tc>
          <w:tcPr>
            <w:tcW w:w="1883" w:type="dxa"/>
            <w:tcBorders>
              <w:top w:val="single" w:sz="12" w:space="0" w:color="365F91" w:themeColor="accent1" w:themeShade="BF"/>
              <w:left w:val="single" w:sz="12" w:space="0" w:color="365F91" w:themeColor="accent1" w:themeShade="BF"/>
              <w:bottom w:val="single" w:sz="12" w:space="0" w:color="365F91" w:themeColor="accent1" w:themeShade="BF"/>
              <w:right w:val="single" w:sz="12" w:space="0" w:color="365F91" w:themeColor="accent1" w:themeShade="BF"/>
            </w:tcBorders>
            <w:shd w:val="clear" w:color="auto" w:fill="95B3D7" w:themeFill="accent1" w:themeFillTint="99"/>
            <w:vAlign w:val="center"/>
          </w:tcPr>
          <w:p w:rsidR="00FB5B6B" w:rsidRPr="0057758D" w:rsidRDefault="00FB5B6B" w:rsidP="0057758D">
            <w:pPr>
              <w:pStyle w:val="Day"/>
            </w:pPr>
            <w:r w:rsidRPr="0057758D">
              <w:t>Saturday</w:t>
            </w:r>
          </w:p>
        </w:tc>
      </w:tr>
      <w:tr w:rsidR="00FB5B6B" w:rsidTr="00E2513E">
        <w:trPr>
          <w:trHeight w:val="1656"/>
        </w:trPr>
        <w:tc>
          <w:tcPr>
            <w:tcW w:w="1882" w:type="dxa"/>
            <w:tcBorders>
              <w:top w:val="single" w:sz="12" w:space="0" w:color="365F91" w:themeColor="accent1" w:themeShade="BF"/>
            </w:tcBorders>
          </w:tcPr>
          <w:p w:rsidR="00FB5B6B" w:rsidRPr="0057758D" w:rsidRDefault="00FB5B6B" w:rsidP="0057758D"/>
        </w:tc>
        <w:tc>
          <w:tcPr>
            <w:tcW w:w="1882" w:type="dxa"/>
            <w:tcBorders>
              <w:top w:val="single" w:sz="12" w:space="0" w:color="365F91" w:themeColor="accent1" w:themeShade="BF"/>
            </w:tcBorders>
          </w:tcPr>
          <w:p w:rsidR="00FB5B6B" w:rsidRPr="0057758D" w:rsidRDefault="00FB5B6B" w:rsidP="0057758D"/>
        </w:tc>
        <w:tc>
          <w:tcPr>
            <w:tcW w:w="1882" w:type="dxa"/>
            <w:tcBorders>
              <w:top w:val="single" w:sz="12" w:space="0" w:color="365F91" w:themeColor="accent1" w:themeShade="BF"/>
            </w:tcBorders>
          </w:tcPr>
          <w:p w:rsidR="00FB5B6B" w:rsidRPr="0057758D" w:rsidRDefault="00D852EE" w:rsidP="0057758D">
            <w:r>
              <w:t>1</w:t>
            </w:r>
          </w:p>
        </w:tc>
        <w:tc>
          <w:tcPr>
            <w:tcW w:w="1882" w:type="dxa"/>
            <w:tcBorders>
              <w:top w:val="single" w:sz="12" w:space="0" w:color="365F91" w:themeColor="accent1" w:themeShade="BF"/>
            </w:tcBorders>
          </w:tcPr>
          <w:p w:rsidR="00FB5B6B" w:rsidRPr="0057758D" w:rsidRDefault="00D852EE" w:rsidP="0057758D">
            <w:r>
              <w:t>2</w:t>
            </w:r>
          </w:p>
        </w:tc>
        <w:tc>
          <w:tcPr>
            <w:tcW w:w="1882" w:type="dxa"/>
            <w:tcBorders>
              <w:top w:val="single" w:sz="12" w:space="0" w:color="365F91" w:themeColor="accent1" w:themeShade="BF"/>
            </w:tcBorders>
          </w:tcPr>
          <w:p w:rsidR="00FB5B6B" w:rsidRPr="0057758D" w:rsidRDefault="00D852EE" w:rsidP="0057758D">
            <w:r>
              <w:t>3</w:t>
            </w:r>
          </w:p>
        </w:tc>
        <w:tc>
          <w:tcPr>
            <w:tcW w:w="1883" w:type="dxa"/>
            <w:tcBorders>
              <w:top w:val="single" w:sz="12" w:space="0" w:color="365F91" w:themeColor="accent1" w:themeShade="BF"/>
            </w:tcBorders>
          </w:tcPr>
          <w:p w:rsidR="00FB5B6B" w:rsidRPr="0057758D" w:rsidRDefault="00D852EE" w:rsidP="0057758D">
            <w:r>
              <w:t>4</w:t>
            </w:r>
          </w:p>
        </w:tc>
        <w:tc>
          <w:tcPr>
            <w:tcW w:w="1883" w:type="dxa"/>
            <w:tcBorders>
              <w:top w:val="single" w:sz="12" w:space="0" w:color="365F91" w:themeColor="accent1" w:themeShade="BF"/>
            </w:tcBorders>
          </w:tcPr>
          <w:p w:rsidR="00FB5B6B" w:rsidRPr="0057758D" w:rsidRDefault="00D852EE" w:rsidP="0057758D">
            <w:r>
              <w:t>5</w:t>
            </w:r>
          </w:p>
        </w:tc>
      </w:tr>
      <w:tr w:rsidR="00FB5B6B" w:rsidTr="00E2513E">
        <w:trPr>
          <w:trHeight w:val="1656"/>
        </w:trPr>
        <w:tc>
          <w:tcPr>
            <w:tcW w:w="1882" w:type="dxa"/>
          </w:tcPr>
          <w:p w:rsidR="00FB5B6B" w:rsidRPr="0057758D" w:rsidRDefault="00D852EE" w:rsidP="0057758D">
            <w:r>
              <w:t>6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7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8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9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10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11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12</w:t>
            </w:r>
          </w:p>
        </w:tc>
      </w:tr>
      <w:tr w:rsidR="00FB5B6B" w:rsidTr="00E2513E">
        <w:trPr>
          <w:trHeight w:val="1656"/>
        </w:trPr>
        <w:tc>
          <w:tcPr>
            <w:tcW w:w="1882" w:type="dxa"/>
          </w:tcPr>
          <w:p w:rsidR="00FB5B6B" w:rsidRPr="0057758D" w:rsidRDefault="00D852EE" w:rsidP="0057758D">
            <w:r>
              <w:t>13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14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15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16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17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18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19</w:t>
            </w:r>
          </w:p>
        </w:tc>
      </w:tr>
      <w:tr w:rsidR="00FB5B6B" w:rsidTr="00E2513E">
        <w:trPr>
          <w:trHeight w:val="1656"/>
        </w:trPr>
        <w:tc>
          <w:tcPr>
            <w:tcW w:w="1882" w:type="dxa"/>
          </w:tcPr>
          <w:p w:rsidR="00FB5B6B" w:rsidRPr="0057758D" w:rsidRDefault="00D852EE" w:rsidP="0057758D">
            <w:r>
              <w:t>20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21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22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23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24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25</w:t>
            </w:r>
          </w:p>
        </w:tc>
        <w:tc>
          <w:tcPr>
            <w:tcW w:w="1883" w:type="dxa"/>
          </w:tcPr>
          <w:p w:rsidR="00FB5B6B" w:rsidRPr="0057758D" w:rsidRDefault="00D852EE" w:rsidP="0057758D">
            <w:r>
              <w:t>26</w:t>
            </w:r>
          </w:p>
        </w:tc>
      </w:tr>
      <w:tr w:rsidR="00FB5B6B" w:rsidTr="00E2513E">
        <w:trPr>
          <w:trHeight w:val="1656"/>
        </w:trPr>
        <w:tc>
          <w:tcPr>
            <w:tcW w:w="1882" w:type="dxa"/>
          </w:tcPr>
          <w:p w:rsidR="00FB5B6B" w:rsidRPr="0057758D" w:rsidRDefault="00D852EE" w:rsidP="0057758D">
            <w:r>
              <w:t>27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28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29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30</w:t>
            </w:r>
          </w:p>
        </w:tc>
        <w:tc>
          <w:tcPr>
            <w:tcW w:w="1882" w:type="dxa"/>
          </w:tcPr>
          <w:p w:rsidR="00FB5B6B" w:rsidRPr="0057758D" w:rsidRDefault="00D852EE" w:rsidP="0057758D">
            <w:r>
              <w:t>31</w:t>
            </w:r>
          </w:p>
        </w:tc>
        <w:tc>
          <w:tcPr>
            <w:tcW w:w="1883" w:type="dxa"/>
          </w:tcPr>
          <w:p w:rsidR="00FB5B6B" w:rsidRPr="0057758D" w:rsidRDefault="00FB5B6B" w:rsidP="0057758D"/>
        </w:tc>
        <w:tc>
          <w:tcPr>
            <w:tcW w:w="1883" w:type="dxa"/>
          </w:tcPr>
          <w:p w:rsidR="00FB5B6B" w:rsidRPr="0057758D" w:rsidRDefault="00FB5B6B" w:rsidP="0057758D"/>
        </w:tc>
      </w:tr>
    </w:tbl>
    <w:p w:rsidR="006A367A" w:rsidRPr="00D852EE" w:rsidRDefault="004E3622" w:rsidP="00646A26">
      <w:pPr>
        <w:pStyle w:val="Month"/>
      </w:pPr>
      <w:r>
        <w:br w:type="page"/>
      </w:r>
      <w:r w:rsidR="006A367A" w:rsidRPr="00D852EE">
        <w:lastRenderedPageBreak/>
        <w:t xml:space="preserve">April </w:t>
      </w:r>
      <w:r w:rsidR="00E24BCD" w:rsidRPr="00D852EE">
        <w:t>2011</w:t>
      </w:r>
    </w:p>
    <w:tbl>
      <w:tblPr>
        <w:tblW w:w="0" w:type="auto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6A367A" w:rsidRPr="00A017C5" w:rsidTr="00646A26">
        <w:trPr>
          <w:trHeight w:val="440"/>
        </w:trPr>
        <w:tc>
          <w:tcPr>
            <w:tcW w:w="1882" w:type="dxa"/>
            <w:shd w:val="clear" w:color="auto" w:fill="95B3D7" w:themeFill="accent1" w:themeFillTint="99"/>
            <w:vAlign w:val="center"/>
          </w:tcPr>
          <w:p w:rsidR="006A367A" w:rsidRPr="0057758D" w:rsidRDefault="006A367A" w:rsidP="0057758D">
            <w:pPr>
              <w:pStyle w:val="Day"/>
            </w:pPr>
            <w:r w:rsidRPr="0057758D">
              <w:t>Sunday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A367A" w:rsidRPr="0057758D" w:rsidRDefault="006A367A" w:rsidP="0057758D">
            <w:pPr>
              <w:pStyle w:val="Day"/>
            </w:pPr>
            <w:r w:rsidRPr="0057758D">
              <w:t>Monday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A367A" w:rsidRPr="0057758D" w:rsidRDefault="006A367A" w:rsidP="0057758D">
            <w:pPr>
              <w:pStyle w:val="Day"/>
            </w:pPr>
            <w:r w:rsidRPr="0057758D">
              <w:t>Tuesday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A367A" w:rsidRPr="0057758D" w:rsidRDefault="006A367A" w:rsidP="0057758D">
            <w:pPr>
              <w:pStyle w:val="Day"/>
            </w:pPr>
            <w:r w:rsidRPr="0057758D">
              <w:t>Wednesday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A367A" w:rsidRPr="0057758D" w:rsidRDefault="006A367A" w:rsidP="0057758D">
            <w:pPr>
              <w:pStyle w:val="Day"/>
            </w:pPr>
            <w:r w:rsidRPr="0057758D">
              <w:t>Thursday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6A367A" w:rsidRPr="0057758D" w:rsidRDefault="006A367A" w:rsidP="0057758D">
            <w:pPr>
              <w:pStyle w:val="Day"/>
            </w:pPr>
            <w:r w:rsidRPr="0057758D">
              <w:t>Friday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6A367A" w:rsidRPr="0057758D" w:rsidRDefault="006A367A" w:rsidP="0057758D">
            <w:pPr>
              <w:pStyle w:val="Day"/>
            </w:pPr>
            <w:r w:rsidRPr="0057758D">
              <w:t>Saturday</w:t>
            </w:r>
          </w:p>
        </w:tc>
      </w:tr>
      <w:tr w:rsidR="006A367A" w:rsidTr="00646A26">
        <w:trPr>
          <w:trHeight w:val="1656"/>
        </w:trPr>
        <w:tc>
          <w:tcPr>
            <w:tcW w:w="1882" w:type="dxa"/>
          </w:tcPr>
          <w:p w:rsidR="006A367A" w:rsidRPr="0057758D" w:rsidRDefault="006A367A" w:rsidP="0057758D"/>
        </w:tc>
        <w:tc>
          <w:tcPr>
            <w:tcW w:w="1882" w:type="dxa"/>
          </w:tcPr>
          <w:p w:rsidR="006A367A" w:rsidRPr="0057758D" w:rsidRDefault="006A367A" w:rsidP="0057758D"/>
        </w:tc>
        <w:tc>
          <w:tcPr>
            <w:tcW w:w="1882" w:type="dxa"/>
          </w:tcPr>
          <w:p w:rsidR="006A367A" w:rsidRPr="0057758D" w:rsidRDefault="006A367A" w:rsidP="0057758D"/>
        </w:tc>
        <w:tc>
          <w:tcPr>
            <w:tcW w:w="1882" w:type="dxa"/>
          </w:tcPr>
          <w:p w:rsidR="006A367A" w:rsidRPr="0057758D" w:rsidRDefault="006A367A" w:rsidP="0057758D"/>
        </w:tc>
        <w:tc>
          <w:tcPr>
            <w:tcW w:w="1882" w:type="dxa"/>
          </w:tcPr>
          <w:p w:rsidR="006A367A" w:rsidRPr="0057758D" w:rsidRDefault="006A367A" w:rsidP="0057758D"/>
        </w:tc>
        <w:tc>
          <w:tcPr>
            <w:tcW w:w="1883" w:type="dxa"/>
          </w:tcPr>
          <w:p w:rsidR="006A367A" w:rsidRPr="0057758D" w:rsidRDefault="00D852EE" w:rsidP="0057758D">
            <w:r>
              <w:t>1</w:t>
            </w:r>
          </w:p>
        </w:tc>
        <w:tc>
          <w:tcPr>
            <w:tcW w:w="1883" w:type="dxa"/>
          </w:tcPr>
          <w:p w:rsidR="006A367A" w:rsidRPr="0057758D" w:rsidRDefault="00D852EE" w:rsidP="0057758D">
            <w:r>
              <w:t>2</w:t>
            </w:r>
          </w:p>
        </w:tc>
      </w:tr>
      <w:tr w:rsidR="006A367A" w:rsidTr="00646A26">
        <w:trPr>
          <w:trHeight w:val="1656"/>
        </w:trPr>
        <w:tc>
          <w:tcPr>
            <w:tcW w:w="1882" w:type="dxa"/>
          </w:tcPr>
          <w:p w:rsidR="006A367A" w:rsidRPr="0057758D" w:rsidRDefault="00D852EE" w:rsidP="0057758D">
            <w:r>
              <w:t>3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4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5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6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7</w:t>
            </w:r>
          </w:p>
        </w:tc>
        <w:tc>
          <w:tcPr>
            <w:tcW w:w="1883" w:type="dxa"/>
          </w:tcPr>
          <w:p w:rsidR="006A367A" w:rsidRPr="0057758D" w:rsidRDefault="00D852EE" w:rsidP="0057758D">
            <w:r>
              <w:t>8</w:t>
            </w:r>
          </w:p>
        </w:tc>
        <w:tc>
          <w:tcPr>
            <w:tcW w:w="1883" w:type="dxa"/>
          </w:tcPr>
          <w:p w:rsidR="006A367A" w:rsidRPr="0057758D" w:rsidRDefault="00D852EE" w:rsidP="0057758D">
            <w:r>
              <w:t>9</w:t>
            </w:r>
          </w:p>
        </w:tc>
      </w:tr>
      <w:tr w:rsidR="006A367A" w:rsidTr="00646A26">
        <w:trPr>
          <w:trHeight w:val="1656"/>
        </w:trPr>
        <w:tc>
          <w:tcPr>
            <w:tcW w:w="1882" w:type="dxa"/>
          </w:tcPr>
          <w:p w:rsidR="006A367A" w:rsidRPr="0057758D" w:rsidRDefault="00D852EE" w:rsidP="0057758D">
            <w:r>
              <w:t>10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11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12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13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14</w:t>
            </w:r>
          </w:p>
        </w:tc>
        <w:tc>
          <w:tcPr>
            <w:tcW w:w="1883" w:type="dxa"/>
          </w:tcPr>
          <w:p w:rsidR="006A367A" w:rsidRPr="0057758D" w:rsidRDefault="00D852EE" w:rsidP="0057758D">
            <w:r>
              <w:t>15</w:t>
            </w:r>
          </w:p>
        </w:tc>
        <w:tc>
          <w:tcPr>
            <w:tcW w:w="1883" w:type="dxa"/>
          </w:tcPr>
          <w:p w:rsidR="006A367A" w:rsidRPr="0057758D" w:rsidRDefault="00D852EE" w:rsidP="0057758D">
            <w:r>
              <w:t>16</w:t>
            </w:r>
          </w:p>
        </w:tc>
      </w:tr>
      <w:tr w:rsidR="006A367A" w:rsidTr="00646A26">
        <w:trPr>
          <w:trHeight w:val="1656"/>
        </w:trPr>
        <w:tc>
          <w:tcPr>
            <w:tcW w:w="1882" w:type="dxa"/>
          </w:tcPr>
          <w:p w:rsidR="006A367A" w:rsidRPr="0057758D" w:rsidRDefault="00D852EE" w:rsidP="0057758D">
            <w:r>
              <w:t>17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18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19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20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21</w:t>
            </w:r>
          </w:p>
        </w:tc>
        <w:tc>
          <w:tcPr>
            <w:tcW w:w="1883" w:type="dxa"/>
          </w:tcPr>
          <w:p w:rsidR="006A367A" w:rsidRPr="0057758D" w:rsidRDefault="00D852EE" w:rsidP="0057758D">
            <w:r>
              <w:t>22</w:t>
            </w:r>
          </w:p>
        </w:tc>
        <w:tc>
          <w:tcPr>
            <w:tcW w:w="1883" w:type="dxa"/>
          </w:tcPr>
          <w:p w:rsidR="006A367A" w:rsidRPr="0057758D" w:rsidRDefault="00D852EE" w:rsidP="0057758D">
            <w:r>
              <w:t>23</w:t>
            </w:r>
          </w:p>
        </w:tc>
      </w:tr>
      <w:tr w:rsidR="006A367A" w:rsidTr="00646A26">
        <w:trPr>
          <w:trHeight w:val="1656"/>
        </w:trPr>
        <w:tc>
          <w:tcPr>
            <w:tcW w:w="1882" w:type="dxa"/>
          </w:tcPr>
          <w:p w:rsidR="006A367A" w:rsidRPr="0057758D" w:rsidRDefault="00D852EE" w:rsidP="0057758D">
            <w:r>
              <w:t>24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25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26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27</w:t>
            </w:r>
          </w:p>
        </w:tc>
        <w:tc>
          <w:tcPr>
            <w:tcW w:w="1882" w:type="dxa"/>
          </w:tcPr>
          <w:p w:rsidR="006A367A" w:rsidRPr="0057758D" w:rsidRDefault="00D852EE" w:rsidP="0057758D">
            <w:r>
              <w:t>28</w:t>
            </w:r>
          </w:p>
        </w:tc>
        <w:tc>
          <w:tcPr>
            <w:tcW w:w="1883" w:type="dxa"/>
          </w:tcPr>
          <w:p w:rsidR="006A367A" w:rsidRPr="0057758D" w:rsidRDefault="00D852EE" w:rsidP="0057758D">
            <w:r>
              <w:t>29</w:t>
            </w:r>
          </w:p>
        </w:tc>
        <w:tc>
          <w:tcPr>
            <w:tcW w:w="1883" w:type="dxa"/>
          </w:tcPr>
          <w:p w:rsidR="006A367A" w:rsidRPr="0057758D" w:rsidRDefault="00D852EE" w:rsidP="0057758D">
            <w:r>
              <w:t>30</w:t>
            </w:r>
          </w:p>
        </w:tc>
      </w:tr>
    </w:tbl>
    <w:p w:rsidR="00EA032D" w:rsidRDefault="004E3622" w:rsidP="00EA032D">
      <w:pPr>
        <w:pStyle w:val="Month"/>
      </w:pPr>
      <w:r>
        <w:br w:type="page"/>
      </w:r>
      <w:bookmarkStart w:id="0" w:name="_GoBack"/>
      <w:bookmarkEnd w:id="0"/>
      <w:r w:rsidR="00EA032D">
        <w:lastRenderedPageBreak/>
        <w:t xml:space="preserve"> </w:t>
      </w:r>
    </w:p>
    <w:p w:rsidR="00D03EB1" w:rsidRPr="000E27B4" w:rsidRDefault="00D03EB1" w:rsidP="00646A26">
      <w:pPr>
        <w:pStyle w:val="Month"/>
      </w:pPr>
      <w:r>
        <w:t>August</w:t>
      </w:r>
      <w:r w:rsidRPr="000E27B4">
        <w:t xml:space="preserve"> </w:t>
      </w:r>
      <w:r w:rsidR="00E24BCD">
        <w:t>2011</w:t>
      </w:r>
    </w:p>
    <w:tbl>
      <w:tblPr>
        <w:tblW w:w="0" w:type="auto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D03EB1" w:rsidRPr="00A017C5" w:rsidTr="00646A26">
        <w:trPr>
          <w:trHeight w:val="440"/>
        </w:trPr>
        <w:tc>
          <w:tcPr>
            <w:tcW w:w="1882" w:type="dxa"/>
            <w:shd w:val="clear" w:color="auto" w:fill="95B3D7" w:themeFill="accent1" w:themeFillTint="99"/>
            <w:vAlign w:val="center"/>
          </w:tcPr>
          <w:p w:rsidR="00D03EB1" w:rsidRPr="0057758D" w:rsidRDefault="00D03EB1" w:rsidP="0057758D">
            <w:pPr>
              <w:pStyle w:val="Day"/>
            </w:pPr>
            <w:r w:rsidRPr="0057758D">
              <w:t>Sunday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D03EB1" w:rsidRPr="0057758D" w:rsidRDefault="00D03EB1" w:rsidP="0057758D">
            <w:pPr>
              <w:pStyle w:val="Day"/>
            </w:pPr>
            <w:r w:rsidRPr="0057758D">
              <w:t>Monday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D03EB1" w:rsidRPr="0057758D" w:rsidRDefault="00D03EB1" w:rsidP="0057758D">
            <w:pPr>
              <w:pStyle w:val="Day"/>
            </w:pPr>
            <w:r w:rsidRPr="0057758D">
              <w:t>Tuesday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D03EB1" w:rsidRPr="0057758D" w:rsidRDefault="00D03EB1" w:rsidP="0057758D">
            <w:pPr>
              <w:pStyle w:val="Day"/>
            </w:pPr>
            <w:r w:rsidRPr="0057758D">
              <w:t>Wednesday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D03EB1" w:rsidRPr="0057758D" w:rsidRDefault="00D03EB1" w:rsidP="0057758D">
            <w:pPr>
              <w:pStyle w:val="Day"/>
            </w:pPr>
            <w:r w:rsidRPr="0057758D">
              <w:t>Thursday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D03EB1" w:rsidRPr="0057758D" w:rsidRDefault="00D03EB1" w:rsidP="0057758D">
            <w:pPr>
              <w:pStyle w:val="Day"/>
            </w:pPr>
            <w:r w:rsidRPr="0057758D">
              <w:t>Friday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D03EB1" w:rsidRPr="0057758D" w:rsidRDefault="00D03EB1" w:rsidP="0057758D">
            <w:pPr>
              <w:pStyle w:val="Day"/>
            </w:pPr>
            <w:r w:rsidRPr="0057758D">
              <w:t>Saturday</w:t>
            </w:r>
          </w:p>
        </w:tc>
      </w:tr>
      <w:tr w:rsidR="00D03EB1" w:rsidTr="00646A26">
        <w:trPr>
          <w:trHeight w:val="1656"/>
        </w:trPr>
        <w:tc>
          <w:tcPr>
            <w:tcW w:w="1882" w:type="dxa"/>
          </w:tcPr>
          <w:p w:rsidR="00D03EB1" w:rsidRPr="0057758D" w:rsidRDefault="00D03EB1" w:rsidP="0057758D"/>
        </w:tc>
        <w:tc>
          <w:tcPr>
            <w:tcW w:w="1882" w:type="dxa"/>
          </w:tcPr>
          <w:p w:rsidR="00D03EB1" w:rsidRPr="0057758D" w:rsidRDefault="00D852EE" w:rsidP="0057758D">
            <w:r>
              <w:t>1</w:t>
            </w:r>
          </w:p>
        </w:tc>
        <w:tc>
          <w:tcPr>
            <w:tcW w:w="1882" w:type="dxa"/>
          </w:tcPr>
          <w:p w:rsidR="00D03EB1" w:rsidRPr="0057758D" w:rsidRDefault="00D852EE" w:rsidP="0057758D">
            <w:r>
              <w:t>2</w:t>
            </w:r>
          </w:p>
        </w:tc>
        <w:tc>
          <w:tcPr>
            <w:tcW w:w="1882" w:type="dxa"/>
          </w:tcPr>
          <w:p w:rsidR="00D03EB1" w:rsidRPr="0057758D" w:rsidRDefault="00D852EE" w:rsidP="0057758D">
            <w:r>
              <w:t>3</w:t>
            </w:r>
          </w:p>
        </w:tc>
        <w:tc>
          <w:tcPr>
            <w:tcW w:w="1882" w:type="dxa"/>
          </w:tcPr>
          <w:p w:rsidR="00D03EB1" w:rsidRPr="0057758D" w:rsidRDefault="00D852EE" w:rsidP="0057758D">
            <w:r>
              <w:t>4</w:t>
            </w:r>
          </w:p>
        </w:tc>
        <w:tc>
          <w:tcPr>
            <w:tcW w:w="1883" w:type="dxa"/>
          </w:tcPr>
          <w:p w:rsidR="00D03EB1" w:rsidRPr="0057758D" w:rsidRDefault="00D852EE" w:rsidP="0057758D">
            <w:r>
              <w:t>5</w:t>
            </w:r>
          </w:p>
        </w:tc>
        <w:tc>
          <w:tcPr>
            <w:tcW w:w="1883" w:type="dxa"/>
          </w:tcPr>
          <w:p w:rsidR="00D03EB1" w:rsidRPr="0057758D" w:rsidRDefault="00D852EE" w:rsidP="0057758D">
            <w:r>
              <w:t>6</w:t>
            </w:r>
          </w:p>
        </w:tc>
      </w:tr>
      <w:tr w:rsidR="00D03EB1" w:rsidTr="00646A26">
        <w:trPr>
          <w:trHeight w:val="1656"/>
        </w:trPr>
        <w:tc>
          <w:tcPr>
            <w:tcW w:w="1882" w:type="dxa"/>
          </w:tcPr>
          <w:p w:rsidR="00D03EB1" w:rsidRPr="0057758D" w:rsidRDefault="00D852EE" w:rsidP="0057758D">
            <w:r>
              <w:t>7</w:t>
            </w:r>
          </w:p>
        </w:tc>
        <w:tc>
          <w:tcPr>
            <w:tcW w:w="1882" w:type="dxa"/>
          </w:tcPr>
          <w:p w:rsidR="00D03EB1" w:rsidRPr="0057758D" w:rsidRDefault="00D852EE" w:rsidP="0057758D">
            <w:r>
              <w:t>8</w:t>
            </w:r>
          </w:p>
        </w:tc>
        <w:tc>
          <w:tcPr>
            <w:tcW w:w="1882" w:type="dxa"/>
          </w:tcPr>
          <w:p w:rsidR="00D03EB1" w:rsidRPr="0057758D" w:rsidRDefault="00D852EE" w:rsidP="0057758D">
            <w:r>
              <w:t>9</w:t>
            </w:r>
          </w:p>
        </w:tc>
        <w:tc>
          <w:tcPr>
            <w:tcW w:w="1882" w:type="dxa"/>
          </w:tcPr>
          <w:p w:rsidR="00D03EB1" w:rsidRPr="0057758D" w:rsidRDefault="00D852EE" w:rsidP="0057758D">
            <w:r>
              <w:t>10</w:t>
            </w:r>
          </w:p>
        </w:tc>
        <w:tc>
          <w:tcPr>
            <w:tcW w:w="1882" w:type="dxa"/>
          </w:tcPr>
          <w:p w:rsidR="00D03EB1" w:rsidRPr="0057758D" w:rsidRDefault="00D852EE" w:rsidP="0057758D">
            <w:r>
              <w:t>11</w:t>
            </w:r>
          </w:p>
        </w:tc>
        <w:tc>
          <w:tcPr>
            <w:tcW w:w="1883" w:type="dxa"/>
          </w:tcPr>
          <w:p w:rsidR="00D03EB1" w:rsidRPr="0057758D" w:rsidRDefault="00D852EE" w:rsidP="0057758D">
            <w:r>
              <w:t>12</w:t>
            </w:r>
          </w:p>
        </w:tc>
        <w:tc>
          <w:tcPr>
            <w:tcW w:w="1883" w:type="dxa"/>
          </w:tcPr>
          <w:p w:rsidR="00D03EB1" w:rsidRPr="0057758D" w:rsidRDefault="00D852EE" w:rsidP="0057758D">
            <w:r>
              <w:t>13</w:t>
            </w:r>
          </w:p>
        </w:tc>
      </w:tr>
      <w:tr w:rsidR="00D03EB1" w:rsidTr="00646A26">
        <w:trPr>
          <w:trHeight w:val="1656"/>
        </w:trPr>
        <w:tc>
          <w:tcPr>
            <w:tcW w:w="1882" w:type="dxa"/>
          </w:tcPr>
          <w:p w:rsidR="00D03EB1" w:rsidRPr="0057758D" w:rsidRDefault="00D852EE" w:rsidP="0057758D">
            <w:r>
              <w:t>14</w:t>
            </w:r>
          </w:p>
        </w:tc>
        <w:tc>
          <w:tcPr>
            <w:tcW w:w="1882" w:type="dxa"/>
          </w:tcPr>
          <w:p w:rsidR="00D03EB1" w:rsidRPr="0057758D" w:rsidRDefault="00D852EE" w:rsidP="0057758D">
            <w:r>
              <w:t>15</w:t>
            </w:r>
          </w:p>
        </w:tc>
        <w:tc>
          <w:tcPr>
            <w:tcW w:w="1882" w:type="dxa"/>
          </w:tcPr>
          <w:p w:rsidR="00D03EB1" w:rsidRPr="0057758D" w:rsidRDefault="00D852EE" w:rsidP="0057758D">
            <w:r>
              <w:t>16</w:t>
            </w:r>
          </w:p>
        </w:tc>
        <w:tc>
          <w:tcPr>
            <w:tcW w:w="1882" w:type="dxa"/>
          </w:tcPr>
          <w:p w:rsidR="00D03EB1" w:rsidRPr="0057758D" w:rsidRDefault="00D852EE" w:rsidP="0057758D">
            <w:r>
              <w:t>17</w:t>
            </w:r>
          </w:p>
        </w:tc>
        <w:tc>
          <w:tcPr>
            <w:tcW w:w="1882" w:type="dxa"/>
          </w:tcPr>
          <w:p w:rsidR="00D03EB1" w:rsidRPr="0057758D" w:rsidRDefault="00D852EE" w:rsidP="0057758D">
            <w:r>
              <w:t>18</w:t>
            </w:r>
          </w:p>
        </w:tc>
        <w:tc>
          <w:tcPr>
            <w:tcW w:w="1883" w:type="dxa"/>
          </w:tcPr>
          <w:p w:rsidR="00D03EB1" w:rsidRPr="0057758D" w:rsidRDefault="00D852EE" w:rsidP="0057758D">
            <w:r>
              <w:t>19</w:t>
            </w:r>
          </w:p>
        </w:tc>
        <w:tc>
          <w:tcPr>
            <w:tcW w:w="1883" w:type="dxa"/>
          </w:tcPr>
          <w:p w:rsidR="00D03EB1" w:rsidRPr="0057758D" w:rsidRDefault="00D852EE" w:rsidP="0057758D">
            <w:r>
              <w:t>20</w:t>
            </w:r>
          </w:p>
        </w:tc>
      </w:tr>
      <w:tr w:rsidR="00D03EB1" w:rsidTr="00646A26">
        <w:trPr>
          <w:trHeight w:val="1656"/>
        </w:trPr>
        <w:tc>
          <w:tcPr>
            <w:tcW w:w="1882" w:type="dxa"/>
          </w:tcPr>
          <w:p w:rsidR="00D03EB1" w:rsidRPr="0057758D" w:rsidRDefault="00D852EE" w:rsidP="0057758D">
            <w:r>
              <w:t>21</w:t>
            </w:r>
          </w:p>
        </w:tc>
        <w:tc>
          <w:tcPr>
            <w:tcW w:w="1882" w:type="dxa"/>
          </w:tcPr>
          <w:p w:rsidR="00D03EB1" w:rsidRDefault="00D852EE" w:rsidP="0057758D">
            <w:r>
              <w:t>22</w:t>
            </w:r>
          </w:p>
          <w:p w:rsidR="008C14D5" w:rsidRPr="0057758D" w:rsidRDefault="008C14D5" w:rsidP="0057758D">
            <w:r>
              <w:t>Lunch Daniel/Isabella</w:t>
            </w:r>
          </w:p>
        </w:tc>
        <w:tc>
          <w:tcPr>
            <w:tcW w:w="1882" w:type="dxa"/>
          </w:tcPr>
          <w:p w:rsidR="00D03EB1" w:rsidRPr="0057758D" w:rsidRDefault="00D852EE" w:rsidP="0057758D">
            <w:r>
              <w:t>23</w:t>
            </w:r>
          </w:p>
        </w:tc>
        <w:tc>
          <w:tcPr>
            <w:tcW w:w="1882" w:type="dxa"/>
          </w:tcPr>
          <w:p w:rsidR="00D03EB1" w:rsidRPr="0057758D" w:rsidRDefault="00D852EE" w:rsidP="0057758D">
            <w:r>
              <w:t>24</w:t>
            </w:r>
          </w:p>
        </w:tc>
        <w:tc>
          <w:tcPr>
            <w:tcW w:w="1882" w:type="dxa"/>
          </w:tcPr>
          <w:p w:rsidR="00D03EB1" w:rsidRPr="0057758D" w:rsidRDefault="00D852EE" w:rsidP="0057758D">
            <w:r>
              <w:t>25</w:t>
            </w:r>
          </w:p>
        </w:tc>
        <w:tc>
          <w:tcPr>
            <w:tcW w:w="1883" w:type="dxa"/>
          </w:tcPr>
          <w:p w:rsidR="00D03EB1" w:rsidRPr="0057758D" w:rsidRDefault="00D852EE" w:rsidP="0057758D">
            <w:r>
              <w:t>26</w:t>
            </w:r>
          </w:p>
        </w:tc>
        <w:tc>
          <w:tcPr>
            <w:tcW w:w="1883" w:type="dxa"/>
          </w:tcPr>
          <w:p w:rsidR="00D03EB1" w:rsidRPr="0057758D" w:rsidRDefault="00D852EE" w:rsidP="0057758D">
            <w:r>
              <w:t>27</w:t>
            </w:r>
          </w:p>
        </w:tc>
      </w:tr>
      <w:tr w:rsidR="00157C73" w:rsidTr="00646A26">
        <w:trPr>
          <w:trHeight w:val="1680"/>
        </w:trPr>
        <w:tc>
          <w:tcPr>
            <w:tcW w:w="1882" w:type="dxa"/>
          </w:tcPr>
          <w:p w:rsidR="00157C73" w:rsidRPr="0057758D" w:rsidRDefault="00D852EE" w:rsidP="0057758D">
            <w:r>
              <w:lastRenderedPageBreak/>
              <w:t>28</w:t>
            </w:r>
          </w:p>
        </w:tc>
        <w:tc>
          <w:tcPr>
            <w:tcW w:w="1882" w:type="dxa"/>
          </w:tcPr>
          <w:p w:rsidR="008C14D5" w:rsidRDefault="00D852EE" w:rsidP="0057758D">
            <w:r>
              <w:t>29</w:t>
            </w:r>
          </w:p>
          <w:p w:rsidR="008C14D5" w:rsidRDefault="008C14D5" w:rsidP="0057758D">
            <w:r w:rsidRPr="008C14D5">
              <w:rPr>
                <w:highlight w:val="cyan"/>
              </w:rPr>
              <w:t>Daniel/Isabella</w:t>
            </w:r>
          </w:p>
          <w:p w:rsidR="008C14D5" w:rsidRPr="0057758D" w:rsidRDefault="008C14D5" w:rsidP="008C14D5">
            <w:pPr>
              <w:spacing w:after="0" w:line="240" w:lineRule="auto"/>
            </w:pPr>
          </w:p>
        </w:tc>
        <w:tc>
          <w:tcPr>
            <w:tcW w:w="1882" w:type="dxa"/>
          </w:tcPr>
          <w:p w:rsidR="00157C73" w:rsidRDefault="00D852EE" w:rsidP="0057758D">
            <w:r>
              <w:t>30</w:t>
            </w:r>
          </w:p>
          <w:p w:rsidR="008C14D5" w:rsidRDefault="008C14D5" w:rsidP="0057758D">
            <w:r w:rsidRPr="008C14D5">
              <w:rPr>
                <w:highlight w:val="cyan"/>
              </w:rPr>
              <w:t>Daniel/Isabella</w:t>
            </w:r>
          </w:p>
          <w:p w:rsidR="00154748" w:rsidRDefault="00154748" w:rsidP="00154748">
            <w:pPr>
              <w:spacing w:after="0" w:line="240" w:lineRule="auto"/>
            </w:pPr>
            <w:r>
              <w:t>Lunch</w:t>
            </w:r>
          </w:p>
          <w:p w:rsidR="00154748" w:rsidRPr="0057758D" w:rsidRDefault="00154748" w:rsidP="00154748">
            <w:r w:rsidRPr="008C14D5">
              <w:rPr>
                <w:highlight w:val="yellow"/>
              </w:rPr>
              <w:t>Michael/Gabriella</w:t>
            </w:r>
          </w:p>
        </w:tc>
        <w:tc>
          <w:tcPr>
            <w:tcW w:w="1882" w:type="dxa"/>
          </w:tcPr>
          <w:p w:rsidR="00157C73" w:rsidRDefault="00D852EE" w:rsidP="0057758D">
            <w:r>
              <w:t>31</w:t>
            </w:r>
          </w:p>
          <w:p w:rsidR="008C14D5" w:rsidRPr="0057758D" w:rsidRDefault="008C14D5" w:rsidP="0057758D">
            <w:r w:rsidRPr="008C14D5">
              <w:rPr>
                <w:highlight w:val="cyan"/>
              </w:rPr>
              <w:t>Daniel/Isabella</w:t>
            </w:r>
          </w:p>
        </w:tc>
        <w:tc>
          <w:tcPr>
            <w:tcW w:w="1882" w:type="dxa"/>
          </w:tcPr>
          <w:p w:rsidR="00157C73" w:rsidRPr="0057758D" w:rsidRDefault="00157C73" w:rsidP="0057758D"/>
        </w:tc>
        <w:tc>
          <w:tcPr>
            <w:tcW w:w="1883" w:type="dxa"/>
          </w:tcPr>
          <w:p w:rsidR="00157C73" w:rsidRPr="0057758D" w:rsidRDefault="00157C73" w:rsidP="0057758D"/>
        </w:tc>
        <w:tc>
          <w:tcPr>
            <w:tcW w:w="1883" w:type="dxa"/>
          </w:tcPr>
          <w:p w:rsidR="00157C73" w:rsidRPr="0057758D" w:rsidRDefault="00157C73" w:rsidP="0057758D"/>
        </w:tc>
      </w:tr>
    </w:tbl>
    <w:p w:rsidR="00635E52" w:rsidRPr="00E2513E" w:rsidRDefault="00635E52" w:rsidP="00646A26">
      <w:pPr>
        <w:pStyle w:val="Month"/>
      </w:pPr>
      <w:r>
        <w:br w:type="page"/>
      </w:r>
      <w:r>
        <w:lastRenderedPageBreak/>
        <w:t>September</w:t>
      </w:r>
      <w:r w:rsidRPr="00E2513E">
        <w:t xml:space="preserve"> </w:t>
      </w:r>
      <w:r w:rsidR="00E24BCD">
        <w:t>2011</w:t>
      </w:r>
    </w:p>
    <w:tbl>
      <w:tblPr>
        <w:tblW w:w="0" w:type="auto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826"/>
        <w:gridCol w:w="1849"/>
        <w:gridCol w:w="2026"/>
        <w:gridCol w:w="1878"/>
        <w:gridCol w:w="1878"/>
        <w:gridCol w:w="1879"/>
        <w:gridCol w:w="1840"/>
      </w:tblGrid>
      <w:tr w:rsidR="00635E52" w:rsidRPr="00A017C5" w:rsidTr="00646A26">
        <w:trPr>
          <w:trHeight w:val="440"/>
        </w:trPr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Sunday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Monday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Tuesday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Wednesday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Thursday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Friday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Saturday</w:t>
            </w:r>
          </w:p>
        </w:tc>
      </w:tr>
      <w:tr w:rsidR="00635E52" w:rsidTr="00646A26">
        <w:trPr>
          <w:trHeight w:val="1656"/>
        </w:trPr>
        <w:tc>
          <w:tcPr>
            <w:tcW w:w="1882" w:type="dxa"/>
          </w:tcPr>
          <w:p w:rsidR="00635E52" w:rsidRPr="00D852EE" w:rsidRDefault="00635E52" w:rsidP="00D852EE"/>
        </w:tc>
        <w:tc>
          <w:tcPr>
            <w:tcW w:w="1882" w:type="dxa"/>
          </w:tcPr>
          <w:p w:rsidR="00635E52" w:rsidRPr="00D852EE" w:rsidRDefault="00635E52" w:rsidP="00D852EE"/>
        </w:tc>
        <w:tc>
          <w:tcPr>
            <w:tcW w:w="1882" w:type="dxa"/>
          </w:tcPr>
          <w:p w:rsidR="00635E52" w:rsidRPr="00D852EE" w:rsidRDefault="00635E52" w:rsidP="00D852EE"/>
        </w:tc>
        <w:tc>
          <w:tcPr>
            <w:tcW w:w="1882" w:type="dxa"/>
          </w:tcPr>
          <w:p w:rsidR="00635E52" w:rsidRPr="00D852EE" w:rsidRDefault="00635E52" w:rsidP="00D852EE"/>
        </w:tc>
        <w:tc>
          <w:tcPr>
            <w:tcW w:w="1882" w:type="dxa"/>
          </w:tcPr>
          <w:p w:rsidR="00635E52" w:rsidRDefault="00D852EE" w:rsidP="00D852EE">
            <w:r>
              <w:t>1</w:t>
            </w:r>
          </w:p>
          <w:p w:rsidR="008C14D5" w:rsidRPr="00D852EE" w:rsidRDefault="008C14D5" w:rsidP="00D852EE">
            <w:r w:rsidRPr="008C14D5">
              <w:rPr>
                <w:highlight w:val="cyan"/>
              </w:rPr>
              <w:t>Daniel/Isabella</w:t>
            </w:r>
          </w:p>
        </w:tc>
        <w:tc>
          <w:tcPr>
            <w:tcW w:w="1883" w:type="dxa"/>
          </w:tcPr>
          <w:p w:rsidR="00635E52" w:rsidRDefault="00D852EE" w:rsidP="00D852EE">
            <w:r>
              <w:t>2</w:t>
            </w:r>
          </w:p>
          <w:p w:rsidR="008C14D5" w:rsidRPr="00D852EE" w:rsidRDefault="008C14D5" w:rsidP="00D852EE">
            <w:r w:rsidRPr="008C14D5">
              <w:rPr>
                <w:highlight w:val="cyan"/>
              </w:rPr>
              <w:t>Daniel/Isabella</w:t>
            </w:r>
          </w:p>
        </w:tc>
        <w:tc>
          <w:tcPr>
            <w:tcW w:w="1883" w:type="dxa"/>
          </w:tcPr>
          <w:p w:rsidR="00635E52" w:rsidRPr="00D852EE" w:rsidRDefault="00D852EE" w:rsidP="00D852EE">
            <w:r>
              <w:t>3</w:t>
            </w:r>
          </w:p>
        </w:tc>
      </w:tr>
      <w:tr w:rsidR="00635E52" w:rsidTr="00646A26">
        <w:trPr>
          <w:trHeight w:val="1656"/>
        </w:trPr>
        <w:tc>
          <w:tcPr>
            <w:tcW w:w="1882" w:type="dxa"/>
          </w:tcPr>
          <w:p w:rsidR="00635E52" w:rsidRPr="00D852EE" w:rsidRDefault="00D852EE" w:rsidP="00D852EE">
            <w:r>
              <w:t>4</w:t>
            </w:r>
          </w:p>
        </w:tc>
        <w:tc>
          <w:tcPr>
            <w:tcW w:w="1882" w:type="dxa"/>
          </w:tcPr>
          <w:p w:rsidR="00F461A1" w:rsidRDefault="00D852EE" w:rsidP="008C14D5">
            <w:r>
              <w:t>5</w:t>
            </w:r>
            <w:r w:rsidR="008C14D5" w:rsidRPr="008C14D5">
              <w:rPr>
                <w:highlight w:val="yellow"/>
              </w:rPr>
              <w:t xml:space="preserve"> </w:t>
            </w:r>
          </w:p>
          <w:p w:rsidR="008C14D5" w:rsidRPr="00D852EE" w:rsidRDefault="008C14D5" w:rsidP="008C14D5">
            <w:r>
              <w:t>N</w:t>
            </w:r>
            <w:r w:rsidR="00F461A1">
              <w:t>O SCHOOL</w:t>
            </w:r>
          </w:p>
        </w:tc>
        <w:tc>
          <w:tcPr>
            <w:tcW w:w="1882" w:type="dxa"/>
          </w:tcPr>
          <w:p w:rsidR="008C14D5" w:rsidRDefault="00D852EE" w:rsidP="00D852EE">
            <w:r>
              <w:t>6</w:t>
            </w:r>
            <w:r w:rsidR="008C14D5" w:rsidRPr="008C14D5">
              <w:rPr>
                <w:highlight w:val="yellow"/>
              </w:rPr>
              <w:t>Michael/Gabriella</w:t>
            </w:r>
          </w:p>
          <w:p w:rsidR="0008107D" w:rsidRDefault="00F461A1" w:rsidP="00D852EE">
            <w:r>
              <w:t>Lunch</w:t>
            </w:r>
          </w:p>
          <w:p w:rsidR="00F461A1" w:rsidRPr="00D852EE" w:rsidRDefault="00F461A1" w:rsidP="00D852EE">
            <w:proofErr w:type="spellStart"/>
            <w:r w:rsidRPr="00F461A1">
              <w:rPr>
                <w:highlight w:val="magenta"/>
              </w:rPr>
              <w:t>Arushi</w:t>
            </w:r>
            <w:proofErr w:type="spellEnd"/>
            <w:r w:rsidRPr="00F461A1">
              <w:rPr>
                <w:highlight w:val="magenta"/>
              </w:rPr>
              <w:t>/Ariel</w:t>
            </w:r>
          </w:p>
        </w:tc>
        <w:tc>
          <w:tcPr>
            <w:tcW w:w="1882" w:type="dxa"/>
          </w:tcPr>
          <w:p w:rsidR="00635E52" w:rsidRDefault="00D852EE" w:rsidP="00D852EE">
            <w:r>
              <w:t>7</w:t>
            </w:r>
          </w:p>
          <w:p w:rsidR="008C14D5" w:rsidRPr="00D852EE" w:rsidRDefault="008C14D5" w:rsidP="00D852EE">
            <w:r w:rsidRPr="008C14D5">
              <w:rPr>
                <w:highlight w:val="yellow"/>
              </w:rPr>
              <w:t>Michael/Gabriella</w:t>
            </w:r>
          </w:p>
        </w:tc>
        <w:tc>
          <w:tcPr>
            <w:tcW w:w="1882" w:type="dxa"/>
          </w:tcPr>
          <w:p w:rsidR="00635E52" w:rsidRDefault="00D852EE" w:rsidP="00D852EE">
            <w:r>
              <w:t>8</w:t>
            </w:r>
          </w:p>
          <w:p w:rsidR="008C14D5" w:rsidRPr="00D852EE" w:rsidRDefault="008C14D5" w:rsidP="00D852EE">
            <w:r w:rsidRPr="008C14D5">
              <w:rPr>
                <w:highlight w:val="yellow"/>
              </w:rPr>
              <w:t>Michael/Gabriella</w:t>
            </w:r>
          </w:p>
        </w:tc>
        <w:tc>
          <w:tcPr>
            <w:tcW w:w="1883" w:type="dxa"/>
          </w:tcPr>
          <w:p w:rsidR="00635E52" w:rsidRDefault="00D852EE" w:rsidP="00D852EE">
            <w:r>
              <w:t>9</w:t>
            </w:r>
          </w:p>
          <w:p w:rsidR="008C14D5" w:rsidRPr="00D852EE" w:rsidRDefault="008C14D5" w:rsidP="00D852EE">
            <w:r w:rsidRPr="008C14D5">
              <w:rPr>
                <w:highlight w:val="yellow"/>
              </w:rPr>
              <w:t>Michael/Gabriella</w:t>
            </w:r>
          </w:p>
        </w:tc>
        <w:tc>
          <w:tcPr>
            <w:tcW w:w="1883" w:type="dxa"/>
          </w:tcPr>
          <w:p w:rsidR="00635E52" w:rsidRPr="00D852EE" w:rsidRDefault="00D852EE" w:rsidP="00D852EE">
            <w:r>
              <w:t>10</w:t>
            </w:r>
          </w:p>
        </w:tc>
      </w:tr>
      <w:tr w:rsidR="00635E52" w:rsidTr="00646A26">
        <w:trPr>
          <w:trHeight w:val="1656"/>
        </w:trPr>
        <w:tc>
          <w:tcPr>
            <w:tcW w:w="1882" w:type="dxa"/>
          </w:tcPr>
          <w:p w:rsidR="00635E52" w:rsidRPr="00D852EE" w:rsidRDefault="00D852EE" w:rsidP="00D852EE">
            <w:r>
              <w:t>11</w:t>
            </w:r>
          </w:p>
        </w:tc>
        <w:tc>
          <w:tcPr>
            <w:tcW w:w="1882" w:type="dxa"/>
          </w:tcPr>
          <w:p w:rsidR="00635E52" w:rsidRDefault="00F461A1" w:rsidP="00D852EE">
            <w:r>
              <w:t>1</w:t>
            </w:r>
          </w:p>
          <w:p w:rsidR="00F461A1" w:rsidRPr="00D852EE" w:rsidRDefault="00F461A1" w:rsidP="00D852EE">
            <w:proofErr w:type="spellStart"/>
            <w:r w:rsidRPr="00F461A1">
              <w:rPr>
                <w:highlight w:val="magenta"/>
              </w:rPr>
              <w:t>Arushi</w:t>
            </w:r>
            <w:proofErr w:type="spellEnd"/>
            <w:r w:rsidRPr="00F461A1">
              <w:rPr>
                <w:highlight w:val="magenta"/>
              </w:rPr>
              <w:t>/Ariel</w:t>
            </w:r>
          </w:p>
        </w:tc>
        <w:tc>
          <w:tcPr>
            <w:tcW w:w="1882" w:type="dxa"/>
          </w:tcPr>
          <w:p w:rsidR="00F461A1" w:rsidRPr="00867D8F" w:rsidRDefault="00D852EE" w:rsidP="00F461A1">
            <w:r>
              <w:t>13</w:t>
            </w:r>
            <w:r w:rsidR="00F461A1" w:rsidRPr="00F461A1">
              <w:rPr>
                <w:highlight w:val="magenta"/>
              </w:rPr>
              <w:t>Arushi/Arie</w:t>
            </w:r>
            <w:r w:rsidR="00F461A1">
              <w:rPr>
                <w:highlight w:val="magenta"/>
              </w:rPr>
              <w:t>l</w:t>
            </w:r>
          </w:p>
          <w:p w:rsidR="00F461A1" w:rsidRDefault="00F461A1" w:rsidP="00F461A1">
            <w:r w:rsidRPr="00F461A1">
              <w:t>L</w:t>
            </w:r>
            <w:r>
              <w:t>unch</w:t>
            </w:r>
            <w:r w:rsidR="0008107D">
              <w:t xml:space="preserve"> </w:t>
            </w:r>
            <w:r w:rsidRPr="00F461A1">
              <w:rPr>
                <w:highlight w:val="green"/>
              </w:rPr>
              <w:t>Luca/Scout</w:t>
            </w:r>
          </w:p>
          <w:p w:rsidR="00F461A1" w:rsidRPr="00D852EE" w:rsidRDefault="00F461A1" w:rsidP="00F461A1"/>
        </w:tc>
        <w:tc>
          <w:tcPr>
            <w:tcW w:w="1882" w:type="dxa"/>
          </w:tcPr>
          <w:p w:rsidR="00635E52" w:rsidRDefault="00D852EE" w:rsidP="00D852EE">
            <w:r>
              <w:t>14</w:t>
            </w:r>
          </w:p>
          <w:p w:rsidR="00F461A1" w:rsidRPr="00D852EE" w:rsidRDefault="00F461A1" w:rsidP="00D852EE">
            <w:proofErr w:type="spellStart"/>
            <w:r w:rsidRPr="00F461A1">
              <w:rPr>
                <w:highlight w:val="magenta"/>
              </w:rPr>
              <w:t>Arushi</w:t>
            </w:r>
            <w:proofErr w:type="spellEnd"/>
            <w:r w:rsidRPr="00F461A1">
              <w:rPr>
                <w:highlight w:val="magenta"/>
              </w:rPr>
              <w:t>/Ariel</w:t>
            </w:r>
          </w:p>
        </w:tc>
        <w:tc>
          <w:tcPr>
            <w:tcW w:w="1882" w:type="dxa"/>
          </w:tcPr>
          <w:p w:rsidR="00635E52" w:rsidRDefault="00D852EE" w:rsidP="00D852EE">
            <w:r>
              <w:t>15</w:t>
            </w:r>
          </w:p>
          <w:p w:rsidR="00F461A1" w:rsidRPr="00D852EE" w:rsidRDefault="00F461A1" w:rsidP="00D852EE">
            <w:proofErr w:type="spellStart"/>
            <w:r w:rsidRPr="00F461A1">
              <w:rPr>
                <w:highlight w:val="magenta"/>
              </w:rPr>
              <w:t>Arushi</w:t>
            </w:r>
            <w:proofErr w:type="spellEnd"/>
            <w:r w:rsidRPr="00F461A1">
              <w:rPr>
                <w:highlight w:val="magenta"/>
              </w:rPr>
              <w:t>/Ariel</w:t>
            </w:r>
          </w:p>
        </w:tc>
        <w:tc>
          <w:tcPr>
            <w:tcW w:w="1883" w:type="dxa"/>
          </w:tcPr>
          <w:p w:rsidR="00635E52" w:rsidRDefault="00D852EE" w:rsidP="00D852EE">
            <w:r>
              <w:t>16</w:t>
            </w:r>
          </w:p>
          <w:p w:rsidR="00F461A1" w:rsidRPr="00D852EE" w:rsidRDefault="00F461A1" w:rsidP="00D852EE">
            <w:proofErr w:type="spellStart"/>
            <w:r w:rsidRPr="00F461A1">
              <w:rPr>
                <w:highlight w:val="magenta"/>
              </w:rPr>
              <w:t>Arushi</w:t>
            </w:r>
            <w:proofErr w:type="spellEnd"/>
            <w:r w:rsidRPr="00F461A1">
              <w:rPr>
                <w:highlight w:val="magenta"/>
              </w:rPr>
              <w:t>/Ariel</w:t>
            </w:r>
          </w:p>
        </w:tc>
        <w:tc>
          <w:tcPr>
            <w:tcW w:w="1883" w:type="dxa"/>
          </w:tcPr>
          <w:p w:rsidR="00635E52" w:rsidRPr="00D852EE" w:rsidRDefault="00D852EE" w:rsidP="00D852EE">
            <w:r>
              <w:t>17</w:t>
            </w:r>
          </w:p>
        </w:tc>
      </w:tr>
      <w:tr w:rsidR="00635E52" w:rsidTr="00646A26">
        <w:trPr>
          <w:trHeight w:val="1656"/>
        </w:trPr>
        <w:tc>
          <w:tcPr>
            <w:tcW w:w="1882" w:type="dxa"/>
          </w:tcPr>
          <w:p w:rsidR="00635E52" w:rsidRPr="00D852EE" w:rsidRDefault="00D852EE" w:rsidP="00D852EE">
            <w:r>
              <w:t>18</w:t>
            </w:r>
          </w:p>
        </w:tc>
        <w:tc>
          <w:tcPr>
            <w:tcW w:w="1882" w:type="dxa"/>
          </w:tcPr>
          <w:p w:rsidR="00635E52" w:rsidRDefault="00D852EE" w:rsidP="00D852EE">
            <w:r>
              <w:t>19</w:t>
            </w:r>
          </w:p>
          <w:p w:rsidR="00F461A1" w:rsidRDefault="00F461A1" w:rsidP="00F461A1">
            <w:r w:rsidRPr="00F461A1">
              <w:rPr>
                <w:highlight w:val="green"/>
              </w:rPr>
              <w:t>Luca/Scout</w:t>
            </w:r>
          </w:p>
          <w:p w:rsidR="00F461A1" w:rsidRPr="00D852EE" w:rsidRDefault="00F461A1" w:rsidP="00D852EE"/>
        </w:tc>
        <w:tc>
          <w:tcPr>
            <w:tcW w:w="1882" w:type="dxa"/>
          </w:tcPr>
          <w:p w:rsidR="00867D8F" w:rsidRDefault="00D852EE" w:rsidP="00F461A1">
            <w:r>
              <w:t>20</w:t>
            </w:r>
            <w:r w:rsidR="00F461A1" w:rsidRPr="00F461A1">
              <w:rPr>
                <w:highlight w:val="green"/>
              </w:rPr>
              <w:t>Luca/Scout</w:t>
            </w:r>
          </w:p>
          <w:p w:rsidR="00F461A1" w:rsidRDefault="00867D8F" w:rsidP="00F461A1">
            <w:proofErr w:type="spellStart"/>
            <w:r>
              <w:t>Lunch</w:t>
            </w:r>
            <w:r w:rsidR="00F461A1" w:rsidRPr="00F461A1">
              <w:rPr>
                <w:highlight w:val="red"/>
              </w:rPr>
              <w:t>Felipe</w:t>
            </w:r>
            <w:proofErr w:type="spellEnd"/>
            <w:r w:rsidR="00F461A1" w:rsidRPr="00F461A1">
              <w:rPr>
                <w:highlight w:val="red"/>
              </w:rPr>
              <w:t>/Andre</w:t>
            </w:r>
          </w:p>
          <w:p w:rsidR="00F461A1" w:rsidRPr="00D852EE" w:rsidRDefault="00F461A1" w:rsidP="00D852EE"/>
        </w:tc>
        <w:tc>
          <w:tcPr>
            <w:tcW w:w="1882" w:type="dxa"/>
          </w:tcPr>
          <w:p w:rsidR="00635E52" w:rsidRDefault="00D852EE" w:rsidP="00D852EE">
            <w:r>
              <w:t>21</w:t>
            </w:r>
          </w:p>
          <w:p w:rsidR="00F461A1" w:rsidRDefault="00F461A1" w:rsidP="00F461A1">
            <w:r w:rsidRPr="00F461A1">
              <w:rPr>
                <w:highlight w:val="green"/>
              </w:rPr>
              <w:t>Luca/Scout</w:t>
            </w:r>
          </w:p>
          <w:p w:rsidR="00F461A1" w:rsidRPr="00D852EE" w:rsidRDefault="00F461A1" w:rsidP="00D852EE"/>
        </w:tc>
        <w:tc>
          <w:tcPr>
            <w:tcW w:w="1882" w:type="dxa"/>
          </w:tcPr>
          <w:p w:rsidR="00635E52" w:rsidRDefault="00D852EE" w:rsidP="00D852EE">
            <w:r>
              <w:t>22</w:t>
            </w:r>
          </w:p>
          <w:p w:rsidR="00F461A1" w:rsidRDefault="00F461A1" w:rsidP="00F461A1">
            <w:r w:rsidRPr="00F461A1">
              <w:rPr>
                <w:highlight w:val="green"/>
              </w:rPr>
              <w:t>Luca/Scout</w:t>
            </w:r>
          </w:p>
          <w:p w:rsidR="00F461A1" w:rsidRPr="00D852EE" w:rsidRDefault="00F461A1" w:rsidP="00D852EE"/>
        </w:tc>
        <w:tc>
          <w:tcPr>
            <w:tcW w:w="1883" w:type="dxa"/>
          </w:tcPr>
          <w:p w:rsidR="00635E52" w:rsidRDefault="00D852EE" w:rsidP="00D852EE">
            <w:r>
              <w:t>23</w:t>
            </w:r>
          </w:p>
          <w:p w:rsidR="00F461A1" w:rsidRPr="00D852EE" w:rsidRDefault="00F461A1" w:rsidP="00D852EE">
            <w:r>
              <w:t>NO SCHOOL</w:t>
            </w:r>
          </w:p>
        </w:tc>
        <w:tc>
          <w:tcPr>
            <w:tcW w:w="1883" w:type="dxa"/>
          </w:tcPr>
          <w:p w:rsidR="00635E52" w:rsidRPr="00D852EE" w:rsidRDefault="00D852EE" w:rsidP="00D852EE">
            <w:r>
              <w:t>24</w:t>
            </w:r>
          </w:p>
        </w:tc>
      </w:tr>
      <w:tr w:rsidR="00635E52" w:rsidTr="00646A26">
        <w:trPr>
          <w:trHeight w:val="1656"/>
        </w:trPr>
        <w:tc>
          <w:tcPr>
            <w:tcW w:w="1882" w:type="dxa"/>
          </w:tcPr>
          <w:p w:rsidR="00635E52" w:rsidRPr="00D852EE" w:rsidRDefault="00D852EE" w:rsidP="00D852EE">
            <w:r>
              <w:t>25</w:t>
            </w:r>
          </w:p>
        </w:tc>
        <w:tc>
          <w:tcPr>
            <w:tcW w:w="1882" w:type="dxa"/>
          </w:tcPr>
          <w:p w:rsidR="00635E52" w:rsidRDefault="00D852EE" w:rsidP="00D852EE">
            <w:r>
              <w:t>26</w:t>
            </w:r>
          </w:p>
          <w:p w:rsidR="00F461A1" w:rsidRDefault="00F461A1" w:rsidP="00F461A1">
            <w:r w:rsidRPr="00F461A1">
              <w:rPr>
                <w:highlight w:val="red"/>
              </w:rPr>
              <w:t>Felipe/Andre</w:t>
            </w:r>
          </w:p>
          <w:p w:rsidR="00F461A1" w:rsidRPr="00D852EE" w:rsidRDefault="00F461A1" w:rsidP="00D852EE"/>
        </w:tc>
        <w:tc>
          <w:tcPr>
            <w:tcW w:w="1882" w:type="dxa"/>
          </w:tcPr>
          <w:p w:rsidR="00F461A1" w:rsidRDefault="00D852EE" w:rsidP="00F461A1">
            <w:r>
              <w:t>27</w:t>
            </w:r>
            <w:r w:rsidR="00F461A1" w:rsidRPr="00F461A1">
              <w:rPr>
                <w:highlight w:val="red"/>
              </w:rPr>
              <w:t>Felipe/Andre</w:t>
            </w:r>
          </w:p>
          <w:p w:rsidR="00F461A1" w:rsidRDefault="00F461A1" w:rsidP="00F461A1">
            <w:r>
              <w:t>Lunch</w:t>
            </w:r>
          </w:p>
          <w:p w:rsidR="00F461A1" w:rsidRPr="00F461A1" w:rsidRDefault="00F461A1" w:rsidP="00F461A1">
            <w:pPr>
              <w:rPr>
                <w:b/>
              </w:rPr>
            </w:pPr>
            <w:r w:rsidRPr="002815A6">
              <w:rPr>
                <w:b/>
                <w:highlight w:val="lightGray"/>
              </w:rPr>
              <w:t>Madelyn/Margarita</w:t>
            </w:r>
          </w:p>
          <w:p w:rsidR="00F461A1" w:rsidRPr="00D852EE" w:rsidRDefault="00F461A1" w:rsidP="00D852EE"/>
        </w:tc>
        <w:tc>
          <w:tcPr>
            <w:tcW w:w="1882" w:type="dxa"/>
          </w:tcPr>
          <w:p w:rsidR="00635E52" w:rsidRDefault="00D852EE" w:rsidP="00D852EE">
            <w:r>
              <w:t>28</w:t>
            </w:r>
          </w:p>
          <w:p w:rsidR="00F461A1" w:rsidRDefault="00F461A1" w:rsidP="00F461A1">
            <w:r w:rsidRPr="00F461A1">
              <w:rPr>
                <w:highlight w:val="red"/>
              </w:rPr>
              <w:t>Felipe/Andre</w:t>
            </w:r>
          </w:p>
          <w:p w:rsidR="00F461A1" w:rsidRPr="00D852EE" w:rsidRDefault="00F461A1" w:rsidP="00D852EE"/>
        </w:tc>
        <w:tc>
          <w:tcPr>
            <w:tcW w:w="1882" w:type="dxa"/>
          </w:tcPr>
          <w:p w:rsidR="00635E52" w:rsidRDefault="00D852EE" w:rsidP="00D852EE">
            <w:r>
              <w:t>29</w:t>
            </w:r>
          </w:p>
          <w:p w:rsidR="00F461A1" w:rsidRDefault="00F461A1" w:rsidP="00F461A1">
            <w:r w:rsidRPr="00F461A1">
              <w:rPr>
                <w:highlight w:val="red"/>
              </w:rPr>
              <w:t>Felipe/Andre</w:t>
            </w:r>
          </w:p>
          <w:p w:rsidR="00F461A1" w:rsidRPr="00D852EE" w:rsidRDefault="00F461A1" w:rsidP="00D852EE"/>
        </w:tc>
        <w:tc>
          <w:tcPr>
            <w:tcW w:w="1883" w:type="dxa"/>
          </w:tcPr>
          <w:p w:rsidR="00635E52" w:rsidRDefault="00D852EE" w:rsidP="00D852EE">
            <w:r>
              <w:t>30</w:t>
            </w:r>
          </w:p>
          <w:p w:rsidR="00F461A1" w:rsidRDefault="00F461A1" w:rsidP="00F461A1">
            <w:r w:rsidRPr="00F461A1">
              <w:rPr>
                <w:highlight w:val="red"/>
              </w:rPr>
              <w:t>Felipe/Andre</w:t>
            </w:r>
          </w:p>
          <w:p w:rsidR="00F461A1" w:rsidRPr="00D852EE" w:rsidRDefault="00F461A1" w:rsidP="00D852EE"/>
        </w:tc>
        <w:tc>
          <w:tcPr>
            <w:tcW w:w="1883" w:type="dxa"/>
          </w:tcPr>
          <w:p w:rsidR="00635E52" w:rsidRPr="00D852EE" w:rsidRDefault="00635E52" w:rsidP="00D852EE"/>
        </w:tc>
      </w:tr>
    </w:tbl>
    <w:p w:rsidR="00635E52" w:rsidRPr="00CB3BC9" w:rsidRDefault="004E3622" w:rsidP="00D852EE">
      <w:pPr>
        <w:pStyle w:val="Month"/>
      </w:pPr>
      <w:r>
        <w:br w:type="page"/>
      </w:r>
      <w:r w:rsidR="00635E52">
        <w:lastRenderedPageBreak/>
        <w:t>October</w:t>
      </w:r>
      <w:r w:rsidR="00635E52" w:rsidRPr="00CB3BC9">
        <w:t xml:space="preserve"> </w:t>
      </w:r>
      <w:r w:rsidR="00E24BCD">
        <w:t>2011</w:t>
      </w:r>
    </w:p>
    <w:tbl>
      <w:tblPr>
        <w:tblW w:w="0" w:type="auto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480"/>
        <w:gridCol w:w="2026"/>
        <w:gridCol w:w="2026"/>
        <w:gridCol w:w="2026"/>
        <w:gridCol w:w="2026"/>
        <w:gridCol w:w="2026"/>
        <w:gridCol w:w="1566"/>
      </w:tblGrid>
      <w:tr w:rsidR="00635E52" w:rsidRPr="00A017C5" w:rsidTr="00646A26">
        <w:trPr>
          <w:trHeight w:val="440"/>
        </w:trPr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Sunday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Monday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Tuesday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Wednesday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Thursday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Friday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Saturday</w:t>
            </w:r>
          </w:p>
        </w:tc>
      </w:tr>
      <w:tr w:rsidR="00157C73" w:rsidTr="00646A26">
        <w:trPr>
          <w:trHeight w:val="1656"/>
        </w:trPr>
        <w:tc>
          <w:tcPr>
            <w:tcW w:w="1882" w:type="dxa"/>
          </w:tcPr>
          <w:p w:rsidR="00157C73" w:rsidRPr="00D852EE" w:rsidRDefault="00157C73" w:rsidP="00D852EE"/>
        </w:tc>
        <w:tc>
          <w:tcPr>
            <w:tcW w:w="1882" w:type="dxa"/>
          </w:tcPr>
          <w:p w:rsidR="00157C73" w:rsidRPr="00D852EE" w:rsidRDefault="00157C73" w:rsidP="00D852EE"/>
        </w:tc>
        <w:tc>
          <w:tcPr>
            <w:tcW w:w="1882" w:type="dxa"/>
          </w:tcPr>
          <w:p w:rsidR="00157C73" w:rsidRPr="00D852EE" w:rsidRDefault="00157C73" w:rsidP="00D852EE"/>
        </w:tc>
        <w:tc>
          <w:tcPr>
            <w:tcW w:w="1882" w:type="dxa"/>
          </w:tcPr>
          <w:p w:rsidR="00157C73" w:rsidRPr="00D852EE" w:rsidRDefault="00157C73" w:rsidP="00D852EE"/>
        </w:tc>
        <w:tc>
          <w:tcPr>
            <w:tcW w:w="1882" w:type="dxa"/>
          </w:tcPr>
          <w:p w:rsidR="00157C73" w:rsidRPr="00D852EE" w:rsidRDefault="00157C73" w:rsidP="00D852EE"/>
        </w:tc>
        <w:tc>
          <w:tcPr>
            <w:tcW w:w="1883" w:type="dxa"/>
          </w:tcPr>
          <w:p w:rsidR="00157C73" w:rsidRPr="00D852EE" w:rsidRDefault="00157C73" w:rsidP="00D852EE"/>
        </w:tc>
        <w:tc>
          <w:tcPr>
            <w:tcW w:w="1883" w:type="dxa"/>
          </w:tcPr>
          <w:p w:rsidR="00157C73" w:rsidRPr="00D852EE" w:rsidRDefault="00D852EE" w:rsidP="00D852EE">
            <w:r>
              <w:t>1</w:t>
            </w:r>
          </w:p>
        </w:tc>
      </w:tr>
      <w:tr w:rsidR="00157C73" w:rsidTr="00646A26">
        <w:trPr>
          <w:trHeight w:val="1656"/>
        </w:trPr>
        <w:tc>
          <w:tcPr>
            <w:tcW w:w="1882" w:type="dxa"/>
          </w:tcPr>
          <w:p w:rsidR="00157C73" w:rsidRPr="00D852EE" w:rsidRDefault="00D852EE" w:rsidP="00D852EE">
            <w:r>
              <w:t>2</w:t>
            </w:r>
          </w:p>
        </w:tc>
        <w:tc>
          <w:tcPr>
            <w:tcW w:w="1882" w:type="dxa"/>
          </w:tcPr>
          <w:p w:rsidR="00157C73" w:rsidRDefault="00D852EE" w:rsidP="00D852EE">
            <w:r>
              <w:t>3</w:t>
            </w:r>
          </w:p>
          <w:p w:rsidR="002815A6" w:rsidRPr="00F461A1" w:rsidRDefault="002815A6" w:rsidP="002815A6">
            <w:pPr>
              <w:rPr>
                <w:b/>
              </w:rPr>
            </w:pPr>
            <w:r w:rsidRPr="002815A6">
              <w:rPr>
                <w:b/>
                <w:highlight w:val="lightGray"/>
              </w:rPr>
              <w:t>Madelyn/Margarita</w:t>
            </w:r>
          </w:p>
          <w:p w:rsidR="002815A6" w:rsidRPr="00D852EE" w:rsidRDefault="002815A6" w:rsidP="00D852EE"/>
        </w:tc>
        <w:tc>
          <w:tcPr>
            <w:tcW w:w="1882" w:type="dxa"/>
          </w:tcPr>
          <w:p w:rsidR="00157C73" w:rsidRDefault="00D852EE" w:rsidP="00D852EE">
            <w:r>
              <w:t>4</w:t>
            </w:r>
          </w:p>
          <w:p w:rsidR="002815A6" w:rsidRPr="00F461A1" w:rsidRDefault="002815A6" w:rsidP="002815A6">
            <w:pPr>
              <w:rPr>
                <w:b/>
              </w:rPr>
            </w:pPr>
            <w:r w:rsidRPr="002815A6">
              <w:rPr>
                <w:b/>
                <w:highlight w:val="lightGray"/>
              </w:rPr>
              <w:t>Madelyn/Margarita</w:t>
            </w:r>
          </w:p>
          <w:p w:rsidR="002815A6" w:rsidRPr="00D852EE" w:rsidRDefault="0008107D" w:rsidP="00D852EE">
            <w:r>
              <w:t xml:space="preserve">Lunch </w:t>
            </w:r>
            <w:r w:rsidRPr="0008107D">
              <w:rPr>
                <w:highlight w:val="yellow"/>
              </w:rPr>
              <w:t>Tamara/</w:t>
            </w:r>
            <w:proofErr w:type="spellStart"/>
            <w:r w:rsidRPr="0008107D">
              <w:rPr>
                <w:highlight w:val="yellow"/>
              </w:rPr>
              <w:t>Lliam</w:t>
            </w:r>
            <w:proofErr w:type="spellEnd"/>
          </w:p>
        </w:tc>
        <w:tc>
          <w:tcPr>
            <w:tcW w:w="1882" w:type="dxa"/>
          </w:tcPr>
          <w:p w:rsidR="00157C73" w:rsidRDefault="00D852EE" w:rsidP="00D852EE">
            <w:r>
              <w:t>5</w:t>
            </w:r>
          </w:p>
          <w:p w:rsidR="002815A6" w:rsidRPr="00F461A1" w:rsidRDefault="002815A6" w:rsidP="002815A6">
            <w:pPr>
              <w:rPr>
                <w:b/>
              </w:rPr>
            </w:pPr>
            <w:r w:rsidRPr="002815A6">
              <w:rPr>
                <w:b/>
                <w:highlight w:val="lightGray"/>
              </w:rPr>
              <w:t>Madelyn/Margarita</w:t>
            </w:r>
          </w:p>
          <w:p w:rsidR="002815A6" w:rsidRPr="00D852EE" w:rsidRDefault="002815A6" w:rsidP="00D852EE"/>
        </w:tc>
        <w:tc>
          <w:tcPr>
            <w:tcW w:w="1882" w:type="dxa"/>
          </w:tcPr>
          <w:p w:rsidR="00157C73" w:rsidRDefault="00D852EE" w:rsidP="00D852EE">
            <w:r>
              <w:t>6</w:t>
            </w:r>
          </w:p>
          <w:p w:rsidR="002815A6" w:rsidRPr="00F461A1" w:rsidRDefault="002815A6" w:rsidP="002815A6">
            <w:pPr>
              <w:rPr>
                <w:b/>
              </w:rPr>
            </w:pPr>
            <w:r w:rsidRPr="002815A6">
              <w:rPr>
                <w:b/>
                <w:highlight w:val="lightGray"/>
              </w:rPr>
              <w:t>Madelyn/Margarita</w:t>
            </w:r>
          </w:p>
          <w:p w:rsidR="002815A6" w:rsidRPr="00D852EE" w:rsidRDefault="002815A6" w:rsidP="00D852EE"/>
        </w:tc>
        <w:tc>
          <w:tcPr>
            <w:tcW w:w="1883" w:type="dxa"/>
          </w:tcPr>
          <w:p w:rsidR="00157C73" w:rsidRDefault="00D852EE" w:rsidP="00D852EE">
            <w:r>
              <w:t>7</w:t>
            </w:r>
          </w:p>
          <w:p w:rsidR="002815A6" w:rsidRPr="00F461A1" w:rsidRDefault="002815A6" w:rsidP="002815A6">
            <w:pPr>
              <w:rPr>
                <w:b/>
              </w:rPr>
            </w:pPr>
            <w:r w:rsidRPr="002815A6">
              <w:rPr>
                <w:b/>
                <w:highlight w:val="lightGray"/>
              </w:rPr>
              <w:t>Madelyn/Margarita</w:t>
            </w:r>
          </w:p>
          <w:p w:rsidR="002815A6" w:rsidRPr="00D852EE" w:rsidRDefault="002815A6" w:rsidP="00D852EE"/>
        </w:tc>
        <w:tc>
          <w:tcPr>
            <w:tcW w:w="1883" w:type="dxa"/>
          </w:tcPr>
          <w:p w:rsidR="00157C73" w:rsidRPr="00D852EE" w:rsidRDefault="00D852EE" w:rsidP="00D852EE">
            <w:r>
              <w:t>8</w:t>
            </w:r>
          </w:p>
        </w:tc>
      </w:tr>
      <w:tr w:rsidR="00157C73" w:rsidTr="00646A26">
        <w:trPr>
          <w:trHeight w:val="1656"/>
        </w:trPr>
        <w:tc>
          <w:tcPr>
            <w:tcW w:w="1882" w:type="dxa"/>
          </w:tcPr>
          <w:p w:rsidR="00157C73" w:rsidRPr="00D852EE" w:rsidRDefault="00D852EE" w:rsidP="00D852EE">
            <w:r>
              <w:t>9</w:t>
            </w:r>
          </w:p>
        </w:tc>
        <w:tc>
          <w:tcPr>
            <w:tcW w:w="1882" w:type="dxa"/>
          </w:tcPr>
          <w:p w:rsidR="00157C73" w:rsidRDefault="00D852EE" w:rsidP="00D852EE">
            <w:r>
              <w:t>10</w:t>
            </w:r>
          </w:p>
          <w:p w:rsidR="0008107D" w:rsidRPr="00D852EE" w:rsidRDefault="0008107D" w:rsidP="00D852EE">
            <w:r w:rsidRPr="0008107D">
              <w:rPr>
                <w:highlight w:val="yellow"/>
              </w:rPr>
              <w:t>Tamara/</w:t>
            </w:r>
            <w:proofErr w:type="spellStart"/>
            <w:r w:rsidRPr="0008107D">
              <w:rPr>
                <w:highlight w:val="yellow"/>
              </w:rPr>
              <w:t>Lliam</w:t>
            </w:r>
            <w:proofErr w:type="spellEnd"/>
          </w:p>
        </w:tc>
        <w:tc>
          <w:tcPr>
            <w:tcW w:w="1882" w:type="dxa"/>
          </w:tcPr>
          <w:p w:rsidR="00157C73" w:rsidRDefault="00D852EE" w:rsidP="00D852EE">
            <w:r>
              <w:t>11</w:t>
            </w:r>
          </w:p>
          <w:p w:rsidR="0008107D" w:rsidRDefault="0008107D" w:rsidP="00D852EE">
            <w:r w:rsidRPr="0008107D">
              <w:rPr>
                <w:highlight w:val="yellow"/>
              </w:rPr>
              <w:t>Tamara/</w:t>
            </w:r>
            <w:proofErr w:type="spellStart"/>
            <w:r w:rsidRPr="0008107D">
              <w:rPr>
                <w:highlight w:val="yellow"/>
              </w:rPr>
              <w:t>Lliam</w:t>
            </w:r>
            <w:proofErr w:type="spellEnd"/>
          </w:p>
          <w:p w:rsidR="0008107D" w:rsidRDefault="0008107D" w:rsidP="0008107D">
            <w:pPr>
              <w:jc w:val="both"/>
              <w:rPr>
                <w:highlight w:val="green"/>
              </w:rPr>
            </w:pPr>
            <w:r w:rsidRPr="0008107D">
              <w:rPr>
                <w:highlight w:val="green"/>
              </w:rPr>
              <w:t>Lunch</w:t>
            </w:r>
          </w:p>
          <w:p w:rsidR="0008107D" w:rsidRPr="00D852EE" w:rsidRDefault="0008107D" w:rsidP="0008107D">
            <w:pPr>
              <w:jc w:val="both"/>
            </w:pPr>
            <w:r w:rsidRPr="0008107D">
              <w:rPr>
                <w:highlight w:val="green"/>
              </w:rPr>
              <w:t>Ashley/Noah</w:t>
            </w:r>
          </w:p>
        </w:tc>
        <w:tc>
          <w:tcPr>
            <w:tcW w:w="1882" w:type="dxa"/>
          </w:tcPr>
          <w:p w:rsidR="00157C73" w:rsidRDefault="00D852EE" w:rsidP="00D852EE">
            <w:r>
              <w:t>12</w:t>
            </w:r>
          </w:p>
          <w:p w:rsidR="0008107D" w:rsidRPr="00D852EE" w:rsidRDefault="0008107D" w:rsidP="00D852EE">
            <w:r w:rsidRPr="0008107D">
              <w:rPr>
                <w:highlight w:val="yellow"/>
              </w:rPr>
              <w:t>Tamara/</w:t>
            </w:r>
            <w:proofErr w:type="spellStart"/>
            <w:r w:rsidRPr="0008107D">
              <w:rPr>
                <w:highlight w:val="yellow"/>
              </w:rPr>
              <w:t>Lliam</w:t>
            </w:r>
            <w:proofErr w:type="spellEnd"/>
          </w:p>
        </w:tc>
        <w:tc>
          <w:tcPr>
            <w:tcW w:w="1882" w:type="dxa"/>
          </w:tcPr>
          <w:p w:rsidR="00157C73" w:rsidRDefault="00D852EE" w:rsidP="00D852EE">
            <w:r>
              <w:t>13</w:t>
            </w:r>
          </w:p>
          <w:p w:rsidR="0008107D" w:rsidRPr="00D852EE" w:rsidRDefault="0008107D" w:rsidP="00D852EE">
            <w:r w:rsidRPr="0008107D">
              <w:rPr>
                <w:highlight w:val="yellow"/>
              </w:rPr>
              <w:t>Tamara/</w:t>
            </w:r>
            <w:proofErr w:type="spellStart"/>
            <w:r w:rsidRPr="0008107D">
              <w:rPr>
                <w:highlight w:val="yellow"/>
              </w:rPr>
              <w:t>Lliam</w:t>
            </w:r>
            <w:proofErr w:type="spellEnd"/>
          </w:p>
        </w:tc>
        <w:tc>
          <w:tcPr>
            <w:tcW w:w="1883" w:type="dxa"/>
          </w:tcPr>
          <w:p w:rsidR="00157C73" w:rsidRDefault="00D852EE" w:rsidP="00D852EE">
            <w:r>
              <w:t>14</w:t>
            </w:r>
          </w:p>
          <w:p w:rsidR="002815A6" w:rsidRPr="002815A6" w:rsidRDefault="002815A6" w:rsidP="00D852EE">
            <w:pPr>
              <w:rPr>
                <w:b/>
              </w:rPr>
            </w:pPr>
            <w:r w:rsidRPr="002815A6">
              <w:rPr>
                <w:b/>
                <w:sz w:val="32"/>
              </w:rPr>
              <w:t>No School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15</w:t>
            </w:r>
          </w:p>
        </w:tc>
      </w:tr>
      <w:tr w:rsidR="00157C73" w:rsidTr="00646A26">
        <w:trPr>
          <w:trHeight w:val="1656"/>
        </w:trPr>
        <w:tc>
          <w:tcPr>
            <w:tcW w:w="1882" w:type="dxa"/>
          </w:tcPr>
          <w:p w:rsidR="00157C73" w:rsidRPr="00D852EE" w:rsidRDefault="00D852EE" w:rsidP="00D852EE">
            <w:r>
              <w:t>16</w:t>
            </w:r>
          </w:p>
        </w:tc>
        <w:tc>
          <w:tcPr>
            <w:tcW w:w="1882" w:type="dxa"/>
          </w:tcPr>
          <w:p w:rsidR="00157C73" w:rsidRDefault="00D852EE" w:rsidP="00D852EE">
            <w:r>
              <w:t>17</w:t>
            </w:r>
          </w:p>
          <w:p w:rsidR="0008107D" w:rsidRPr="00D852EE" w:rsidRDefault="0008107D" w:rsidP="00D852EE">
            <w:r w:rsidRPr="0008107D">
              <w:rPr>
                <w:highlight w:val="green"/>
              </w:rPr>
              <w:t>Ashley/Noah</w:t>
            </w:r>
          </w:p>
        </w:tc>
        <w:tc>
          <w:tcPr>
            <w:tcW w:w="1882" w:type="dxa"/>
          </w:tcPr>
          <w:p w:rsidR="0008107D" w:rsidRDefault="00D852EE" w:rsidP="00D852EE">
            <w:r>
              <w:t>18</w:t>
            </w:r>
            <w:r w:rsidR="0008107D" w:rsidRPr="0008107D">
              <w:rPr>
                <w:highlight w:val="green"/>
              </w:rPr>
              <w:t>Ashley/Noah</w:t>
            </w:r>
          </w:p>
          <w:p w:rsidR="0008107D" w:rsidRDefault="0008107D" w:rsidP="0008107D">
            <w:pPr>
              <w:jc w:val="both"/>
            </w:pPr>
            <w:r w:rsidRPr="0008107D">
              <w:rPr>
                <w:highlight w:val="red"/>
              </w:rPr>
              <w:t>Lunch Tyler/</w:t>
            </w:r>
            <w:proofErr w:type="spellStart"/>
            <w:r w:rsidRPr="0008107D">
              <w:rPr>
                <w:highlight w:val="red"/>
              </w:rPr>
              <w:t>Alexa</w:t>
            </w:r>
            <w:proofErr w:type="spellEnd"/>
          </w:p>
          <w:p w:rsidR="00867D8F" w:rsidRPr="00D852EE" w:rsidRDefault="00867D8F" w:rsidP="0008107D">
            <w:pPr>
              <w:jc w:val="both"/>
            </w:pPr>
            <w:r w:rsidRPr="00867D8F">
              <w:rPr>
                <w:highlight w:val="red"/>
              </w:rPr>
              <w:t>Kyle</w:t>
            </w:r>
          </w:p>
        </w:tc>
        <w:tc>
          <w:tcPr>
            <w:tcW w:w="1882" w:type="dxa"/>
          </w:tcPr>
          <w:p w:rsidR="00157C73" w:rsidRDefault="00D852EE" w:rsidP="00D852EE">
            <w:r>
              <w:t>19</w:t>
            </w:r>
          </w:p>
          <w:p w:rsidR="0008107D" w:rsidRPr="00D852EE" w:rsidRDefault="0008107D" w:rsidP="00D852EE">
            <w:r w:rsidRPr="0008107D">
              <w:rPr>
                <w:highlight w:val="green"/>
              </w:rPr>
              <w:t>Ashley/Noah</w:t>
            </w:r>
          </w:p>
        </w:tc>
        <w:tc>
          <w:tcPr>
            <w:tcW w:w="1882" w:type="dxa"/>
          </w:tcPr>
          <w:p w:rsidR="00157C73" w:rsidRDefault="00D852EE" w:rsidP="00D852EE">
            <w:r>
              <w:t>20</w:t>
            </w:r>
          </w:p>
          <w:p w:rsidR="0008107D" w:rsidRPr="00D852EE" w:rsidRDefault="0008107D" w:rsidP="00D852EE">
            <w:r w:rsidRPr="0008107D">
              <w:rPr>
                <w:highlight w:val="green"/>
              </w:rPr>
              <w:t>Ashley/Noah</w:t>
            </w:r>
          </w:p>
        </w:tc>
        <w:tc>
          <w:tcPr>
            <w:tcW w:w="1883" w:type="dxa"/>
          </w:tcPr>
          <w:p w:rsidR="00157C73" w:rsidRDefault="00D852EE" w:rsidP="00D852EE">
            <w:r>
              <w:t>21</w:t>
            </w:r>
          </w:p>
          <w:p w:rsidR="0008107D" w:rsidRPr="00D852EE" w:rsidRDefault="0008107D" w:rsidP="00D852EE">
            <w:r w:rsidRPr="0008107D">
              <w:rPr>
                <w:highlight w:val="green"/>
              </w:rPr>
              <w:t>Ashley/Noah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22</w:t>
            </w:r>
          </w:p>
        </w:tc>
      </w:tr>
      <w:tr w:rsidR="00D852EE" w:rsidTr="00646A26">
        <w:trPr>
          <w:trHeight w:val="825"/>
        </w:trPr>
        <w:tc>
          <w:tcPr>
            <w:tcW w:w="1882" w:type="dxa"/>
          </w:tcPr>
          <w:p w:rsidR="00D852EE" w:rsidRPr="00D852EE" w:rsidRDefault="00D852EE" w:rsidP="00D852EE">
            <w:r>
              <w:t>23</w:t>
            </w:r>
          </w:p>
        </w:tc>
        <w:tc>
          <w:tcPr>
            <w:tcW w:w="1882" w:type="dxa"/>
          </w:tcPr>
          <w:p w:rsidR="00D852EE" w:rsidRPr="00D852EE" w:rsidRDefault="00D852EE" w:rsidP="00D852EE">
            <w:r>
              <w:t>24</w:t>
            </w:r>
          </w:p>
        </w:tc>
        <w:tc>
          <w:tcPr>
            <w:tcW w:w="1882" w:type="dxa"/>
            <w:vMerge w:val="restart"/>
          </w:tcPr>
          <w:p w:rsidR="00D852EE" w:rsidRDefault="00D852EE" w:rsidP="00D852EE">
            <w:r>
              <w:t>25</w:t>
            </w:r>
          </w:p>
          <w:p w:rsidR="0008107D" w:rsidRDefault="0008107D" w:rsidP="00D852EE">
            <w:r w:rsidRPr="0008107D">
              <w:rPr>
                <w:highlight w:val="red"/>
              </w:rPr>
              <w:t>Tyler/</w:t>
            </w:r>
            <w:proofErr w:type="spellStart"/>
            <w:r w:rsidRPr="00867D8F">
              <w:rPr>
                <w:highlight w:val="red"/>
              </w:rPr>
              <w:t>Alexa</w:t>
            </w:r>
            <w:proofErr w:type="spellEnd"/>
            <w:r w:rsidR="00867D8F" w:rsidRPr="00867D8F">
              <w:rPr>
                <w:highlight w:val="red"/>
              </w:rPr>
              <w:t>/Kyle</w:t>
            </w:r>
          </w:p>
          <w:p w:rsidR="00072D30" w:rsidRDefault="00072D30" w:rsidP="00D852EE"/>
          <w:p w:rsidR="0008107D" w:rsidRPr="00D852EE" w:rsidRDefault="0008107D" w:rsidP="00D852EE"/>
        </w:tc>
        <w:tc>
          <w:tcPr>
            <w:tcW w:w="1882" w:type="dxa"/>
            <w:vMerge w:val="restart"/>
          </w:tcPr>
          <w:p w:rsidR="00D852EE" w:rsidRDefault="00D852EE" w:rsidP="00D852EE">
            <w:r>
              <w:lastRenderedPageBreak/>
              <w:t>26</w:t>
            </w:r>
          </w:p>
          <w:p w:rsidR="0008107D" w:rsidRPr="00D852EE" w:rsidRDefault="0008107D" w:rsidP="00D852EE">
            <w:r w:rsidRPr="0008107D">
              <w:rPr>
                <w:highlight w:val="red"/>
              </w:rPr>
              <w:t>Tyler/</w:t>
            </w:r>
            <w:proofErr w:type="spellStart"/>
            <w:r w:rsidRPr="00867D8F">
              <w:rPr>
                <w:highlight w:val="red"/>
              </w:rPr>
              <w:t>Alexa</w:t>
            </w:r>
            <w:proofErr w:type="spellEnd"/>
            <w:r w:rsidR="00867D8F" w:rsidRPr="00867D8F">
              <w:rPr>
                <w:highlight w:val="red"/>
              </w:rPr>
              <w:t>/Kyle</w:t>
            </w:r>
          </w:p>
        </w:tc>
        <w:tc>
          <w:tcPr>
            <w:tcW w:w="1882" w:type="dxa"/>
            <w:vMerge w:val="restart"/>
          </w:tcPr>
          <w:p w:rsidR="00D852EE" w:rsidRDefault="00D852EE" w:rsidP="00D852EE">
            <w:r>
              <w:t>27</w:t>
            </w:r>
          </w:p>
          <w:p w:rsidR="0008107D" w:rsidRPr="00D852EE" w:rsidRDefault="0008107D" w:rsidP="00D852EE">
            <w:r w:rsidRPr="0008107D">
              <w:rPr>
                <w:highlight w:val="red"/>
              </w:rPr>
              <w:t>Tyler/</w:t>
            </w:r>
            <w:proofErr w:type="spellStart"/>
            <w:r w:rsidRPr="00867D8F">
              <w:rPr>
                <w:highlight w:val="red"/>
              </w:rPr>
              <w:t>Alexa</w:t>
            </w:r>
            <w:proofErr w:type="spellEnd"/>
            <w:r w:rsidR="00867D8F" w:rsidRPr="00867D8F">
              <w:rPr>
                <w:highlight w:val="red"/>
              </w:rPr>
              <w:t>/Kyle</w:t>
            </w:r>
          </w:p>
        </w:tc>
        <w:tc>
          <w:tcPr>
            <w:tcW w:w="1883" w:type="dxa"/>
            <w:vMerge w:val="restart"/>
          </w:tcPr>
          <w:p w:rsidR="00D852EE" w:rsidRDefault="00D852EE" w:rsidP="00D852EE">
            <w:r>
              <w:t>28</w:t>
            </w:r>
          </w:p>
          <w:p w:rsidR="0008107D" w:rsidRPr="00D852EE" w:rsidRDefault="0008107D" w:rsidP="00D852EE">
            <w:r w:rsidRPr="0008107D">
              <w:rPr>
                <w:highlight w:val="red"/>
              </w:rPr>
              <w:t>Tyler/</w:t>
            </w:r>
            <w:proofErr w:type="spellStart"/>
            <w:r w:rsidRPr="00867D8F">
              <w:rPr>
                <w:highlight w:val="red"/>
              </w:rPr>
              <w:t>Alexa</w:t>
            </w:r>
            <w:proofErr w:type="spellEnd"/>
            <w:r w:rsidR="00867D8F" w:rsidRPr="00867D8F">
              <w:rPr>
                <w:highlight w:val="red"/>
              </w:rPr>
              <w:t>/Kyle</w:t>
            </w:r>
          </w:p>
        </w:tc>
        <w:tc>
          <w:tcPr>
            <w:tcW w:w="1883" w:type="dxa"/>
            <w:vMerge w:val="restart"/>
          </w:tcPr>
          <w:p w:rsidR="00D852EE" w:rsidRPr="00D852EE" w:rsidRDefault="00D852EE" w:rsidP="00D852EE">
            <w:r>
              <w:t>29</w:t>
            </w:r>
          </w:p>
        </w:tc>
      </w:tr>
      <w:tr w:rsidR="00D852EE" w:rsidRPr="00D852EE" w:rsidTr="00646A26">
        <w:trPr>
          <w:trHeight w:val="825"/>
        </w:trPr>
        <w:tc>
          <w:tcPr>
            <w:tcW w:w="1882" w:type="dxa"/>
          </w:tcPr>
          <w:p w:rsidR="00D852EE" w:rsidRPr="00D852EE" w:rsidRDefault="00D852EE" w:rsidP="00D852EE">
            <w:r>
              <w:t>30</w:t>
            </w:r>
          </w:p>
        </w:tc>
        <w:tc>
          <w:tcPr>
            <w:tcW w:w="1882" w:type="dxa"/>
          </w:tcPr>
          <w:p w:rsidR="00D852EE" w:rsidRPr="00D852EE" w:rsidRDefault="00D852EE" w:rsidP="00D852EE">
            <w:r>
              <w:t>31</w:t>
            </w:r>
          </w:p>
        </w:tc>
        <w:tc>
          <w:tcPr>
            <w:tcW w:w="1882" w:type="dxa"/>
            <w:vMerge/>
          </w:tcPr>
          <w:p w:rsidR="00D852EE" w:rsidRPr="00D852EE" w:rsidRDefault="00D852EE" w:rsidP="00D852EE"/>
        </w:tc>
        <w:tc>
          <w:tcPr>
            <w:tcW w:w="1882" w:type="dxa"/>
            <w:vMerge/>
          </w:tcPr>
          <w:p w:rsidR="00D852EE" w:rsidRPr="00D852EE" w:rsidRDefault="00D852EE" w:rsidP="00D852EE"/>
        </w:tc>
        <w:tc>
          <w:tcPr>
            <w:tcW w:w="1882" w:type="dxa"/>
            <w:vMerge/>
          </w:tcPr>
          <w:p w:rsidR="00D852EE" w:rsidRPr="00D852EE" w:rsidRDefault="00D852EE" w:rsidP="00D852EE"/>
        </w:tc>
        <w:tc>
          <w:tcPr>
            <w:tcW w:w="1883" w:type="dxa"/>
            <w:vMerge/>
          </w:tcPr>
          <w:p w:rsidR="00D852EE" w:rsidRPr="00D852EE" w:rsidRDefault="00D852EE" w:rsidP="00D852EE"/>
        </w:tc>
        <w:tc>
          <w:tcPr>
            <w:tcW w:w="1883" w:type="dxa"/>
            <w:vMerge/>
          </w:tcPr>
          <w:p w:rsidR="00D852EE" w:rsidRPr="00D852EE" w:rsidRDefault="00D852EE" w:rsidP="00D852EE"/>
        </w:tc>
      </w:tr>
    </w:tbl>
    <w:p w:rsidR="00635E52" w:rsidRPr="00E2513E" w:rsidRDefault="00635E52" w:rsidP="00646A26">
      <w:pPr>
        <w:pStyle w:val="Month"/>
      </w:pPr>
      <w:r>
        <w:lastRenderedPageBreak/>
        <w:br w:type="page"/>
      </w:r>
      <w:r>
        <w:lastRenderedPageBreak/>
        <w:t>November</w:t>
      </w:r>
      <w:r w:rsidRPr="00E2513E">
        <w:t xml:space="preserve"> </w:t>
      </w:r>
      <w:r w:rsidR="00E24BCD">
        <w:t>2011</w:t>
      </w:r>
    </w:p>
    <w:tbl>
      <w:tblPr>
        <w:tblW w:w="0" w:type="auto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635E52" w:rsidRPr="00A017C5" w:rsidTr="00646A26">
        <w:trPr>
          <w:trHeight w:val="440"/>
        </w:trPr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Sunday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Monday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Tuesday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Wednesday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Thursday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Friday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Saturday</w:t>
            </w:r>
          </w:p>
        </w:tc>
      </w:tr>
      <w:tr w:rsidR="00157C73" w:rsidTr="00646A26">
        <w:trPr>
          <w:trHeight w:val="1656"/>
        </w:trPr>
        <w:tc>
          <w:tcPr>
            <w:tcW w:w="1882" w:type="dxa"/>
          </w:tcPr>
          <w:p w:rsidR="00157C73" w:rsidRPr="00D852EE" w:rsidRDefault="00157C73" w:rsidP="00D852EE"/>
        </w:tc>
        <w:tc>
          <w:tcPr>
            <w:tcW w:w="1882" w:type="dxa"/>
          </w:tcPr>
          <w:p w:rsidR="00157C73" w:rsidRPr="00D852EE" w:rsidRDefault="00157C73" w:rsidP="00D852EE"/>
        </w:tc>
        <w:tc>
          <w:tcPr>
            <w:tcW w:w="1882" w:type="dxa"/>
          </w:tcPr>
          <w:p w:rsidR="00157C73" w:rsidRPr="00D852EE" w:rsidRDefault="00D852EE" w:rsidP="00D852EE">
            <w:r>
              <w:t>1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2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3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4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5</w:t>
            </w:r>
          </w:p>
        </w:tc>
      </w:tr>
      <w:tr w:rsidR="00157C73" w:rsidTr="00646A26">
        <w:trPr>
          <w:trHeight w:val="1656"/>
        </w:trPr>
        <w:tc>
          <w:tcPr>
            <w:tcW w:w="1882" w:type="dxa"/>
          </w:tcPr>
          <w:p w:rsidR="00157C73" w:rsidRPr="00D852EE" w:rsidRDefault="00D852EE" w:rsidP="00D852EE">
            <w:r>
              <w:t>6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7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8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9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10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11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12</w:t>
            </w:r>
          </w:p>
        </w:tc>
      </w:tr>
      <w:tr w:rsidR="00157C73" w:rsidTr="00646A26">
        <w:trPr>
          <w:trHeight w:val="1656"/>
        </w:trPr>
        <w:tc>
          <w:tcPr>
            <w:tcW w:w="1882" w:type="dxa"/>
          </w:tcPr>
          <w:p w:rsidR="00157C73" w:rsidRPr="00D852EE" w:rsidRDefault="00D852EE" w:rsidP="00D852EE">
            <w:r>
              <w:t>13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14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15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16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17</w:t>
            </w:r>
          </w:p>
        </w:tc>
        <w:tc>
          <w:tcPr>
            <w:tcW w:w="1883" w:type="dxa"/>
          </w:tcPr>
          <w:p w:rsidR="00157C73" w:rsidRDefault="00D852EE" w:rsidP="00D852EE">
            <w:r>
              <w:t>18</w:t>
            </w:r>
          </w:p>
          <w:p w:rsidR="00164944" w:rsidRPr="00D852EE" w:rsidRDefault="00164944" w:rsidP="00D852EE">
            <w:r>
              <w:t>NO SCHOOL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19</w:t>
            </w:r>
          </w:p>
        </w:tc>
      </w:tr>
      <w:tr w:rsidR="00157C73" w:rsidTr="00646A26">
        <w:trPr>
          <w:trHeight w:val="1656"/>
        </w:trPr>
        <w:tc>
          <w:tcPr>
            <w:tcW w:w="1882" w:type="dxa"/>
          </w:tcPr>
          <w:p w:rsidR="00157C73" w:rsidRPr="00D852EE" w:rsidRDefault="00D852EE" w:rsidP="00D852EE">
            <w:r>
              <w:t>20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21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22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23</w:t>
            </w:r>
          </w:p>
        </w:tc>
        <w:tc>
          <w:tcPr>
            <w:tcW w:w="1882" w:type="dxa"/>
          </w:tcPr>
          <w:p w:rsidR="00157C73" w:rsidRDefault="00D852EE" w:rsidP="00D852EE">
            <w:r>
              <w:t>24</w:t>
            </w:r>
          </w:p>
          <w:p w:rsidR="00164944" w:rsidRPr="00D852EE" w:rsidRDefault="00164944" w:rsidP="00D852EE">
            <w:r>
              <w:t>NO SCHOOL</w:t>
            </w:r>
          </w:p>
        </w:tc>
        <w:tc>
          <w:tcPr>
            <w:tcW w:w="1883" w:type="dxa"/>
          </w:tcPr>
          <w:p w:rsidR="00157C73" w:rsidRDefault="00D852EE" w:rsidP="00D852EE">
            <w:r>
              <w:t>25</w:t>
            </w:r>
          </w:p>
          <w:p w:rsidR="00164944" w:rsidRPr="00D852EE" w:rsidRDefault="00164944" w:rsidP="00D852EE">
            <w:r>
              <w:t>NO SCHOOL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26</w:t>
            </w:r>
          </w:p>
        </w:tc>
      </w:tr>
      <w:tr w:rsidR="00157C73" w:rsidTr="00646A26">
        <w:trPr>
          <w:trHeight w:val="1656"/>
        </w:trPr>
        <w:tc>
          <w:tcPr>
            <w:tcW w:w="1882" w:type="dxa"/>
          </w:tcPr>
          <w:p w:rsidR="00157C73" w:rsidRPr="00D852EE" w:rsidRDefault="00D852EE" w:rsidP="00D852EE">
            <w:r>
              <w:t>27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28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29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30</w:t>
            </w:r>
          </w:p>
        </w:tc>
        <w:tc>
          <w:tcPr>
            <w:tcW w:w="1882" w:type="dxa"/>
          </w:tcPr>
          <w:p w:rsidR="00157C73" w:rsidRPr="00D852EE" w:rsidRDefault="00157C73" w:rsidP="00D852EE"/>
        </w:tc>
        <w:tc>
          <w:tcPr>
            <w:tcW w:w="1883" w:type="dxa"/>
          </w:tcPr>
          <w:p w:rsidR="00157C73" w:rsidRPr="00D852EE" w:rsidRDefault="00157C73" w:rsidP="00D852EE"/>
        </w:tc>
        <w:tc>
          <w:tcPr>
            <w:tcW w:w="1883" w:type="dxa"/>
          </w:tcPr>
          <w:p w:rsidR="00157C73" w:rsidRPr="00D852EE" w:rsidRDefault="00157C73" w:rsidP="00D852EE"/>
        </w:tc>
      </w:tr>
    </w:tbl>
    <w:p w:rsidR="00635E52" w:rsidRPr="000E27B4" w:rsidRDefault="004E3622" w:rsidP="00646A26">
      <w:pPr>
        <w:pStyle w:val="Month"/>
      </w:pPr>
      <w:r>
        <w:br w:type="page"/>
      </w:r>
      <w:r w:rsidR="00635E52">
        <w:lastRenderedPageBreak/>
        <w:t>December</w:t>
      </w:r>
      <w:r w:rsidR="00635E52" w:rsidRPr="000E27B4">
        <w:t xml:space="preserve"> </w:t>
      </w:r>
      <w:r w:rsidR="00E24BCD">
        <w:t>2011</w:t>
      </w:r>
    </w:p>
    <w:tbl>
      <w:tblPr>
        <w:tblW w:w="0" w:type="auto"/>
        <w:tbl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164944" w:rsidRPr="00A017C5" w:rsidTr="00646A26">
        <w:trPr>
          <w:trHeight w:val="440"/>
        </w:trPr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Sunday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Monday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Tuesday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Wednesday</w:t>
            </w:r>
          </w:p>
        </w:tc>
        <w:tc>
          <w:tcPr>
            <w:tcW w:w="1882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Thursday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Friday</w:t>
            </w:r>
          </w:p>
        </w:tc>
        <w:tc>
          <w:tcPr>
            <w:tcW w:w="1883" w:type="dxa"/>
            <w:shd w:val="clear" w:color="auto" w:fill="95B3D7" w:themeFill="accent1" w:themeFillTint="99"/>
            <w:vAlign w:val="center"/>
          </w:tcPr>
          <w:p w:rsidR="00635E52" w:rsidRPr="00D852EE" w:rsidRDefault="00635E52" w:rsidP="00D852EE">
            <w:pPr>
              <w:pStyle w:val="Day"/>
            </w:pPr>
            <w:r w:rsidRPr="00D852EE">
              <w:t>Saturday</w:t>
            </w:r>
          </w:p>
        </w:tc>
      </w:tr>
      <w:tr w:rsidR="00157C73" w:rsidTr="00646A26">
        <w:trPr>
          <w:trHeight w:val="1656"/>
        </w:trPr>
        <w:tc>
          <w:tcPr>
            <w:tcW w:w="1882" w:type="dxa"/>
          </w:tcPr>
          <w:p w:rsidR="00157C73" w:rsidRPr="00D852EE" w:rsidRDefault="00157C73" w:rsidP="00D852EE"/>
        </w:tc>
        <w:tc>
          <w:tcPr>
            <w:tcW w:w="1882" w:type="dxa"/>
          </w:tcPr>
          <w:p w:rsidR="00157C73" w:rsidRPr="00D852EE" w:rsidRDefault="00157C73" w:rsidP="00D852EE"/>
        </w:tc>
        <w:tc>
          <w:tcPr>
            <w:tcW w:w="1882" w:type="dxa"/>
          </w:tcPr>
          <w:p w:rsidR="00157C73" w:rsidRPr="00D852EE" w:rsidRDefault="00157C73" w:rsidP="00D852EE"/>
        </w:tc>
        <w:tc>
          <w:tcPr>
            <w:tcW w:w="1882" w:type="dxa"/>
          </w:tcPr>
          <w:p w:rsidR="00157C73" w:rsidRPr="00D852EE" w:rsidRDefault="00157C73" w:rsidP="00D852EE"/>
        </w:tc>
        <w:tc>
          <w:tcPr>
            <w:tcW w:w="1882" w:type="dxa"/>
          </w:tcPr>
          <w:p w:rsidR="00157C73" w:rsidRPr="00D852EE" w:rsidRDefault="00D852EE" w:rsidP="00D852EE">
            <w:r>
              <w:t>1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2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3</w:t>
            </w:r>
          </w:p>
        </w:tc>
      </w:tr>
      <w:tr w:rsidR="00157C73" w:rsidTr="00646A26">
        <w:trPr>
          <w:trHeight w:val="1656"/>
        </w:trPr>
        <w:tc>
          <w:tcPr>
            <w:tcW w:w="1882" w:type="dxa"/>
          </w:tcPr>
          <w:p w:rsidR="00157C73" w:rsidRPr="00D852EE" w:rsidRDefault="00D852EE" w:rsidP="00D852EE">
            <w:r>
              <w:t>4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5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6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7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8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9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10</w:t>
            </w:r>
          </w:p>
        </w:tc>
      </w:tr>
      <w:tr w:rsidR="00157C73" w:rsidTr="00646A26">
        <w:trPr>
          <w:trHeight w:val="1656"/>
        </w:trPr>
        <w:tc>
          <w:tcPr>
            <w:tcW w:w="1882" w:type="dxa"/>
          </w:tcPr>
          <w:p w:rsidR="00157C73" w:rsidRPr="00D852EE" w:rsidRDefault="00D852EE" w:rsidP="00D852EE">
            <w:r>
              <w:t>11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12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13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14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15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16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17</w:t>
            </w:r>
          </w:p>
        </w:tc>
      </w:tr>
      <w:tr w:rsidR="00157C73" w:rsidTr="00646A26">
        <w:trPr>
          <w:trHeight w:val="1656"/>
        </w:trPr>
        <w:tc>
          <w:tcPr>
            <w:tcW w:w="1882" w:type="dxa"/>
          </w:tcPr>
          <w:p w:rsidR="00157C73" w:rsidRPr="00D852EE" w:rsidRDefault="00D852EE" w:rsidP="00D852EE">
            <w:r>
              <w:t>18</w:t>
            </w:r>
          </w:p>
        </w:tc>
        <w:tc>
          <w:tcPr>
            <w:tcW w:w="1882" w:type="dxa"/>
          </w:tcPr>
          <w:p w:rsidR="00157C73" w:rsidRDefault="00D852EE" w:rsidP="00D852EE">
            <w:r>
              <w:t>19</w:t>
            </w:r>
          </w:p>
          <w:p w:rsidR="00164944" w:rsidRPr="00D852EE" w:rsidRDefault="00164944" w:rsidP="00D852EE">
            <w:r w:rsidRPr="00164944">
              <w:rPr>
                <w:color w:val="4F81BD" w:themeColor="accent1"/>
              </w:rPr>
              <w:t>WINTER BREAK</w:t>
            </w:r>
          </w:p>
        </w:tc>
        <w:tc>
          <w:tcPr>
            <w:tcW w:w="1882" w:type="dxa"/>
          </w:tcPr>
          <w:p w:rsidR="00157C73" w:rsidRDefault="00D852EE" w:rsidP="00D852EE">
            <w:r>
              <w:t>20</w:t>
            </w:r>
          </w:p>
          <w:p w:rsidR="00164944" w:rsidRPr="00D852EE" w:rsidRDefault="00164944" w:rsidP="00D852EE">
            <w:r w:rsidRPr="00164944">
              <w:rPr>
                <w:color w:val="4F81BD" w:themeColor="accent1"/>
              </w:rPr>
              <w:t>WINTER BREAK</w:t>
            </w:r>
          </w:p>
        </w:tc>
        <w:tc>
          <w:tcPr>
            <w:tcW w:w="1882" w:type="dxa"/>
          </w:tcPr>
          <w:p w:rsidR="00157C73" w:rsidRDefault="00D852EE" w:rsidP="00D852EE">
            <w:r>
              <w:t>21</w:t>
            </w:r>
          </w:p>
          <w:p w:rsidR="00164944" w:rsidRPr="00D852EE" w:rsidRDefault="00164944" w:rsidP="00D852EE">
            <w:r w:rsidRPr="00164944">
              <w:rPr>
                <w:color w:val="4F81BD" w:themeColor="accent1"/>
              </w:rPr>
              <w:t>WINTER BREAK</w:t>
            </w:r>
          </w:p>
        </w:tc>
        <w:tc>
          <w:tcPr>
            <w:tcW w:w="1882" w:type="dxa"/>
          </w:tcPr>
          <w:p w:rsidR="00157C73" w:rsidRDefault="00D852EE" w:rsidP="00D852EE">
            <w:r>
              <w:t>22</w:t>
            </w:r>
          </w:p>
          <w:p w:rsidR="00164944" w:rsidRPr="00D852EE" w:rsidRDefault="00164944" w:rsidP="00D852EE">
            <w:r w:rsidRPr="00164944">
              <w:rPr>
                <w:color w:val="4F81BD" w:themeColor="accent1"/>
              </w:rPr>
              <w:t>WINTER BREAK</w:t>
            </w:r>
          </w:p>
        </w:tc>
        <w:tc>
          <w:tcPr>
            <w:tcW w:w="1883" w:type="dxa"/>
          </w:tcPr>
          <w:p w:rsidR="00157C73" w:rsidRDefault="00D852EE" w:rsidP="00D852EE">
            <w:r>
              <w:t>23</w:t>
            </w:r>
          </w:p>
          <w:p w:rsidR="00164944" w:rsidRPr="00D852EE" w:rsidRDefault="00164944" w:rsidP="00D852EE">
            <w:r w:rsidRPr="00164944">
              <w:rPr>
                <w:color w:val="4F81BD" w:themeColor="accent1"/>
              </w:rPr>
              <w:t>WINTER BREAK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24</w:t>
            </w:r>
          </w:p>
        </w:tc>
      </w:tr>
      <w:tr w:rsidR="00157C73" w:rsidTr="00646A26">
        <w:trPr>
          <w:trHeight w:val="1656"/>
        </w:trPr>
        <w:tc>
          <w:tcPr>
            <w:tcW w:w="1882" w:type="dxa"/>
          </w:tcPr>
          <w:p w:rsidR="00157C73" w:rsidRPr="00D852EE" w:rsidRDefault="00D852EE" w:rsidP="00D852EE">
            <w:r>
              <w:t>25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26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27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28</w:t>
            </w:r>
          </w:p>
        </w:tc>
        <w:tc>
          <w:tcPr>
            <w:tcW w:w="1882" w:type="dxa"/>
          </w:tcPr>
          <w:p w:rsidR="00157C73" w:rsidRPr="00D852EE" w:rsidRDefault="00D852EE" w:rsidP="00D852EE">
            <w:r>
              <w:t>29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30</w:t>
            </w:r>
          </w:p>
        </w:tc>
        <w:tc>
          <w:tcPr>
            <w:tcW w:w="1883" w:type="dxa"/>
          </w:tcPr>
          <w:p w:rsidR="00157C73" w:rsidRPr="00D852EE" w:rsidRDefault="00D852EE" w:rsidP="00D852EE">
            <w:r>
              <w:t>31</w:t>
            </w:r>
          </w:p>
        </w:tc>
      </w:tr>
    </w:tbl>
    <w:p w:rsidR="006A367A" w:rsidRDefault="006A367A" w:rsidP="004E3622"/>
    <w:sectPr w:rsidR="006A367A" w:rsidSect="004E3622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C4C"/>
    <w:rsid w:val="00072D30"/>
    <w:rsid w:val="0008107D"/>
    <w:rsid w:val="000E27B4"/>
    <w:rsid w:val="000F1C4C"/>
    <w:rsid w:val="00121078"/>
    <w:rsid w:val="00154748"/>
    <w:rsid w:val="00157C73"/>
    <w:rsid w:val="00160919"/>
    <w:rsid w:val="00164944"/>
    <w:rsid w:val="00203A26"/>
    <w:rsid w:val="002815A6"/>
    <w:rsid w:val="00291D29"/>
    <w:rsid w:val="002952D8"/>
    <w:rsid w:val="00323133"/>
    <w:rsid w:val="00356E02"/>
    <w:rsid w:val="003800BD"/>
    <w:rsid w:val="003970CC"/>
    <w:rsid w:val="003D15A3"/>
    <w:rsid w:val="003E0969"/>
    <w:rsid w:val="0049029C"/>
    <w:rsid w:val="004978C8"/>
    <w:rsid w:val="004E3622"/>
    <w:rsid w:val="00553DC3"/>
    <w:rsid w:val="0057758D"/>
    <w:rsid w:val="00581ADF"/>
    <w:rsid w:val="00635E52"/>
    <w:rsid w:val="00646A26"/>
    <w:rsid w:val="006A28BF"/>
    <w:rsid w:val="006A367A"/>
    <w:rsid w:val="00840EEC"/>
    <w:rsid w:val="00867AE5"/>
    <w:rsid w:val="00867D8F"/>
    <w:rsid w:val="008B628D"/>
    <w:rsid w:val="008C14D5"/>
    <w:rsid w:val="009A3E3C"/>
    <w:rsid w:val="00A017C5"/>
    <w:rsid w:val="00A31D7B"/>
    <w:rsid w:val="00AF00CB"/>
    <w:rsid w:val="00AF3F43"/>
    <w:rsid w:val="00B3765B"/>
    <w:rsid w:val="00C13769"/>
    <w:rsid w:val="00C35A84"/>
    <w:rsid w:val="00C75BBA"/>
    <w:rsid w:val="00CB3BC9"/>
    <w:rsid w:val="00CD7AB7"/>
    <w:rsid w:val="00D03EB1"/>
    <w:rsid w:val="00D852EE"/>
    <w:rsid w:val="00E01DE9"/>
    <w:rsid w:val="00E24BCD"/>
    <w:rsid w:val="00E2513E"/>
    <w:rsid w:val="00E765BD"/>
    <w:rsid w:val="00EA032D"/>
    <w:rsid w:val="00EA17B1"/>
    <w:rsid w:val="00EE4FD8"/>
    <w:rsid w:val="00EF601A"/>
    <w:rsid w:val="00F258A9"/>
    <w:rsid w:val="00F27B97"/>
    <w:rsid w:val="00F3723E"/>
    <w:rsid w:val="00F461A1"/>
    <w:rsid w:val="00FB5B6B"/>
    <w:rsid w:val="00FE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3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36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36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36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36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36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36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36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36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3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36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E36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E36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E36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E36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4E36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4E36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36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ay">
    <w:name w:val="Day"/>
    <w:basedOn w:val="Normal"/>
    <w:qFormat/>
    <w:rsid w:val="00F258A9"/>
    <w:pPr>
      <w:spacing w:before="120" w:after="120"/>
      <w:jc w:val="center"/>
    </w:pPr>
    <w:rPr>
      <w:color w:val="FFFFFF" w:themeColor="background1"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36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E36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4E3622"/>
    <w:rPr>
      <w:b/>
      <w:bCs/>
    </w:rPr>
  </w:style>
  <w:style w:type="character" w:styleId="Emphasis">
    <w:name w:val="Emphasis"/>
    <w:basedOn w:val="DefaultParagraphFont"/>
    <w:uiPriority w:val="20"/>
    <w:qFormat/>
    <w:rsid w:val="004E3622"/>
    <w:rPr>
      <w:i/>
      <w:iCs/>
    </w:rPr>
  </w:style>
  <w:style w:type="paragraph" w:styleId="NoSpacing">
    <w:name w:val="No Spacing"/>
    <w:uiPriority w:val="1"/>
    <w:qFormat/>
    <w:rsid w:val="004E362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E362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E362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E362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36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362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4E362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4E362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4E362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E362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E362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E3622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3970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70CC"/>
    <w:rPr>
      <w:sz w:val="24"/>
      <w:szCs w:val="24"/>
    </w:rPr>
  </w:style>
  <w:style w:type="table" w:styleId="ColorfulList-Accent2">
    <w:name w:val="Colorful List Accent 2"/>
    <w:basedOn w:val="TableNormal"/>
    <w:uiPriority w:val="72"/>
    <w:rsid w:val="003970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31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D7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1D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4E36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Month">
    <w:name w:val="Month"/>
    <w:basedOn w:val="Header"/>
    <w:qFormat/>
    <w:rsid w:val="00646A26"/>
    <w:pPr>
      <w:spacing w:after="240"/>
      <w:jc w:val="center"/>
    </w:pPr>
    <w:rPr>
      <w:rFonts w:asciiTheme="majorHAnsi" w:hAnsiTheme="majorHAnsi"/>
      <w:b/>
      <w:color w:val="4F81BD" w:themeColor="accent1"/>
      <w:sz w:val="60"/>
      <w:szCs w:val="60"/>
    </w:rPr>
  </w:style>
  <w:style w:type="paragraph" w:customStyle="1" w:styleId="Month-FebJuneOct">
    <w:name w:val="Month-Feb June Oct"/>
    <w:basedOn w:val="Month"/>
    <w:qFormat/>
    <w:rsid w:val="00646A26"/>
    <w:rPr>
      <w:color w:val="8064A2" w:themeColor="accent4"/>
    </w:rPr>
  </w:style>
  <w:style w:type="paragraph" w:customStyle="1" w:styleId="Month-MarJulNov">
    <w:name w:val="Month-Mar Jul Nov"/>
    <w:basedOn w:val="Header"/>
    <w:qFormat/>
    <w:rsid w:val="00D852EE"/>
    <w:pPr>
      <w:spacing w:after="240"/>
      <w:jc w:val="center"/>
    </w:pPr>
    <w:rPr>
      <w:rFonts w:asciiTheme="majorHAnsi" w:hAnsiTheme="majorHAnsi"/>
      <w:b/>
      <w:color w:val="C0504D" w:themeColor="accent2"/>
      <w:sz w:val="60"/>
      <w:szCs w:val="60"/>
    </w:rPr>
  </w:style>
  <w:style w:type="paragraph" w:customStyle="1" w:styleId="Month-AprAugDec">
    <w:name w:val="Month-Apr Aug Dec"/>
    <w:basedOn w:val="Month"/>
    <w:qFormat/>
    <w:rsid w:val="00D852EE"/>
    <w:rPr>
      <w:color w:val="F79646" w:themeColor="accent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3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36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36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36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36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36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36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36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36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3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36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E36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E36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E36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E36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4E36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4E36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36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ay">
    <w:name w:val="Day"/>
    <w:basedOn w:val="Normal"/>
    <w:qFormat/>
    <w:rsid w:val="00F258A9"/>
    <w:pPr>
      <w:spacing w:before="120" w:after="120"/>
      <w:jc w:val="center"/>
    </w:pPr>
    <w:rPr>
      <w:color w:val="FFFFFF" w:themeColor="background1"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36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E36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4E3622"/>
    <w:rPr>
      <w:b/>
      <w:bCs/>
    </w:rPr>
  </w:style>
  <w:style w:type="character" w:styleId="Emphasis">
    <w:name w:val="Emphasis"/>
    <w:basedOn w:val="DefaultParagraphFont"/>
    <w:uiPriority w:val="20"/>
    <w:qFormat/>
    <w:rsid w:val="004E3622"/>
    <w:rPr>
      <w:i/>
      <w:iCs/>
    </w:rPr>
  </w:style>
  <w:style w:type="paragraph" w:styleId="NoSpacing">
    <w:name w:val="No Spacing"/>
    <w:uiPriority w:val="1"/>
    <w:qFormat/>
    <w:rsid w:val="004E362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E362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E362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E362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36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362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4E362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4E362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4E362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E362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E362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E3622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3970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70CC"/>
    <w:rPr>
      <w:sz w:val="24"/>
      <w:szCs w:val="24"/>
    </w:rPr>
  </w:style>
  <w:style w:type="table" w:styleId="ColorfulList-Accent2">
    <w:name w:val="Colorful List Accent 2"/>
    <w:basedOn w:val="TableNormal"/>
    <w:uiPriority w:val="72"/>
    <w:rsid w:val="003970C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31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D7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1D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4E36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Month">
    <w:name w:val="Month"/>
    <w:basedOn w:val="Header"/>
    <w:qFormat/>
    <w:rsid w:val="00646A26"/>
    <w:pPr>
      <w:spacing w:after="240"/>
      <w:jc w:val="center"/>
    </w:pPr>
    <w:rPr>
      <w:rFonts w:asciiTheme="majorHAnsi" w:hAnsiTheme="majorHAnsi"/>
      <w:b/>
      <w:color w:val="4F81BD" w:themeColor="accent1"/>
      <w:sz w:val="60"/>
      <w:szCs w:val="60"/>
    </w:rPr>
  </w:style>
  <w:style w:type="paragraph" w:customStyle="1" w:styleId="Month-FebJuneOct">
    <w:name w:val="Month-Feb June Oct"/>
    <w:basedOn w:val="Month"/>
    <w:qFormat/>
    <w:rsid w:val="00646A26"/>
    <w:rPr>
      <w:color w:val="8064A2" w:themeColor="accent4"/>
    </w:rPr>
  </w:style>
  <w:style w:type="paragraph" w:customStyle="1" w:styleId="Month-MarJulNov">
    <w:name w:val="Month-Mar Jul Nov"/>
    <w:basedOn w:val="Header"/>
    <w:qFormat/>
    <w:rsid w:val="00D852EE"/>
    <w:pPr>
      <w:spacing w:after="240"/>
      <w:jc w:val="center"/>
    </w:pPr>
    <w:rPr>
      <w:rFonts w:asciiTheme="majorHAnsi" w:hAnsiTheme="majorHAnsi"/>
      <w:b/>
      <w:color w:val="C0504D" w:themeColor="accent2"/>
      <w:sz w:val="60"/>
      <w:szCs w:val="60"/>
    </w:rPr>
  </w:style>
  <w:style w:type="paragraph" w:customStyle="1" w:styleId="Month-AprAugDec">
    <w:name w:val="Month-Apr Aug Dec"/>
    <w:basedOn w:val="Month"/>
    <w:qFormat/>
    <w:rsid w:val="00D852EE"/>
    <w:rPr>
      <w:color w:val="F79646" w:themeColor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laciosd\Application%20Data\Microsoft\Templates\2011calendar_bas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B294A09DE2F94DB17510AA7E9443F0" ma:contentTypeVersion="0" ma:contentTypeDescription="Create a new document." ma:contentTypeScope="" ma:versionID="4cb83d0a078f9b552d7d3ddccfd715ec">
  <xsd:schema xmlns:xsd="http://www.w3.org/2001/XMLSchema" xmlns:p="http://schemas.microsoft.com/office/2006/metadata/properties" targetNamespace="http://schemas.microsoft.com/office/2006/metadata/properties" ma:root="true" ma:fieldsID="74bc29aed4c62d8c00143b13a19dc3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B0477F9-4D23-4470-8C63-33C07620A2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90BC9-12C1-494A-B174-808D28B848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AFA0368-1DBD-45A4-A2EC-8F57A5FB8CFB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2011calendar_basic</Template>
  <TotalTime>1</TotalTime>
  <Pages>11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MCDS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MCDS</dc:creator>
  <cp:lastModifiedBy>Susan Glick</cp:lastModifiedBy>
  <cp:revision>2</cp:revision>
  <dcterms:created xsi:type="dcterms:W3CDTF">2011-09-07T13:43:00Z</dcterms:created>
  <dcterms:modified xsi:type="dcterms:W3CDTF">2011-09-07T13:43:00Z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TC300028261033</vt:lpwstr>
  </property>
</Properties>
</file>